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84E67" w14:textId="7D8D0234" w:rsidR="001F0C01" w:rsidRPr="00FE157B" w:rsidRDefault="001F0C01" w:rsidP="001F0C0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0"/>
        <w:gridCol w:w="7828"/>
      </w:tblGrid>
      <w:tr w:rsidR="007C2FFA" w:rsidRPr="007C2FFA" w14:paraId="052748A1" w14:textId="77777777" w:rsidTr="00853D44">
        <w:trPr>
          <w:cantSplit/>
          <w:jc w:val="center"/>
        </w:trPr>
        <w:tc>
          <w:tcPr>
            <w:tcW w:w="2120" w:type="dxa"/>
          </w:tcPr>
          <w:p w14:paraId="71932C52" w14:textId="77777777" w:rsidR="003072EA" w:rsidRDefault="003072EA" w:rsidP="007C2FFA">
            <w:pPr>
              <w:shd w:val="clear" w:color="auto" w:fill="FFFFFF"/>
              <w:jc w:val="center"/>
              <w:rPr>
                <w:rStyle w:val="Pogrubienie"/>
                <w:rFonts w:cs="Arial"/>
                <w:szCs w:val="22"/>
              </w:rPr>
            </w:pPr>
          </w:p>
          <w:p w14:paraId="579EC881" w14:textId="77777777" w:rsidR="007C2FFA" w:rsidRDefault="007C2FFA" w:rsidP="007C2FFA">
            <w:pPr>
              <w:shd w:val="clear" w:color="auto" w:fill="FFFFFF"/>
              <w:jc w:val="center"/>
              <w:rPr>
                <w:rStyle w:val="Pogrubienie"/>
                <w:rFonts w:cs="Arial"/>
                <w:szCs w:val="22"/>
              </w:rPr>
            </w:pPr>
            <w:r w:rsidRPr="007C2FFA">
              <w:rPr>
                <w:rStyle w:val="Pogrubienie"/>
                <w:rFonts w:cs="Arial"/>
                <w:szCs w:val="22"/>
              </w:rPr>
              <w:t>Pojęcie/Skrót</w:t>
            </w:r>
          </w:p>
          <w:p w14:paraId="5F4B10DE" w14:textId="34EFE0E3" w:rsidR="003072EA" w:rsidRPr="007C2FFA" w:rsidRDefault="003072EA" w:rsidP="007C2FFA">
            <w:pPr>
              <w:shd w:val="clear" w:color="auto" w:fill="FFFFFF"/>
              <w:jc w:val="center"/>
              <w:rPr>
                <w:rStyle w:val="Pogrubienie"/>
                <w:rFonts w:cs="Arial"/>
                <w:szCs w:val="22"/>
              </w:rPr>
            </w:pPr>
          </w:p>
        </w:tc>
        <w:tc>
          <w:tcPr>
            <w:tcW w:w="7828" w:type="dxa"/>
          </w:tcPr>
          <w:p w14:paraId="7E1E7999" w14:textId="77777777" w:rsidR="003072EA" w:rsidRDefault="003072EA" w:rsidP="007C2FFA">
            <w:pPr>
              <w:shd w:val="clear" w:color="auto" w:fill="FFFFFF"/>
              <w:jc w:val="center"/>
              <w:rPr>
                <w:b/>
                <w:bCs/>
              </w:rPr>
            </w:pPr>
          </w:p>
          <w:p w14:paraId="5DD3105B" w14:textId="017EF235" w:rsidR="007C2FFA" w:rsidRPr="007C2FFA" w:rsidRDefault="007C2FFA" w:rsidP="007C2FFA">
            <w:pPr>
              <w:shd w:val="clear" w:color="auto" w:fill="FFFFFF"/>
              <w:jc w:val="center"/>
              <w:rPr>
                <w:b/>
                <w:bCs/>
              </w:rPr>
            </w:pPr>
            <w:r w:rsidRPr="007C2FFA">
              <w:rPr>
                <w:b/>
                <w:bCs/>
              </w:rPr>
              <w:t>Definicja/Opis</w:t>
            </w:r>
          </w:p>
        </w:tc>
      </w:tr>
      <w:tr w:rsidR="001F0C01" w:rsidRPr="00FA7F56" w14:paraId="33813F12" w14:textId="77777777" w:rsidTr="00853D44">
        <w:trPr>
          <w:cantSplit/>
          <w:jc w:val="center"/>
        </w:trPr>
        <w:tc>
          <w:tcPr>
            <w:tcW w:w="2120" w:type="dxa"/>
          </w:tcPr>
          <w:p w14:paraId="60A4A10E" w14:textId="77777777" w:rsidR="001F0C01" w:rsidRPr="00853D44" w:rsidRDefault="001F0C01" w:rsidP="00C97624">
            <w:pPr>
              <w:shd w:val="clear" w:color="auto" w:fill="FFFFFF"/>
              <w:rPr>
                <w:b/>
                <w:szCs w:val="22"/>
              </w:rPr>
            </w:pPr>
            <w:r w:rsidRPr="00853D44">
              <w:rPr>
                <w:rStyle w:val="Pogrubienie"/>
                <w:rFonts w:cs="Arial"/>
                <w:b w:val="0"/>
                <w:szCs w:val="22"/>
              </w:rPr>
              <w:t>Dokumenty jakości</w:t>
            </w:r>
          </w:p>
        </w:tc>
        <w:tc>
          <w:tcPr>
            <w:tcW w:w="7828" w:type="dxa"/>
          </w:tcPr>
          <w:p w14:paraId="140BAF9D" w14:textId="77777777" w:rsidR="001F0C01" w:rsidRDefault="001F0C01" w:rsidP="000F789F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D</w:t>
            </w:r>
            <w:r w:rsidRPr="004C7ABA">
              <w:rPr>
                <w:bCs/>
              </w:rPr>
              <w:t>okumenty wydane przez uprawnione instytucje potwierdzające</w:t>
            </w:r>
            <w:r w:rsidRPr="00872A25">
              <w:rPr>
                <w:bCs/>
              </w:rPr>
              <w:t xml:space="preserve"> </w:t>
            </w:r>
            <w:r w:rsidRPr="004C7ABA">
              <w:rPr>
                <w:bCs/>
              </w:rPr>
              <w:t>jakość urządzeń</w:t>
            </w:r>
            <w:r>
              <w:rPr>
                <w:bCs/>
              </w:rPr>
              <w:t xml:space="preserve"> i materiałów,</w:t>
            </w:r>
            <w:r w:rsidRPr="004C7ABA">
              <w:rPr>
                <w:bCs/>
              </w:rPr>
              <w:t xml:space="preserve"> bezpieczeństwo ich użytkowania</w:t>
            </w:r>
            <w:r>
              <w:rPr>
                <w:bCs/>
              </w:rPr>
              <w:t xml:space="preserve"> oraz zgodność z PN</w:t>
            </w:r>
            <w:r>
              <w:rPr>
                <w:bCs/>
              </w:rPr>
              <w:noBreakHyphen/>
              <w:t>EN</w:t>
            </w:r>
            <w:r w:rsidRPr="004C7ABA">
              <w:rPr>
                <w:bCs/>
              </w:rPr>
              <w:t xml:space="preserve">. Dokumentami jakości mogą być: </w:t>
            </w:r>
            <w:r w:rsidR="000F789F">
              <w:t xml:space="preserve">Certyfikat Stopnia zabezpieczenia, </w:t>
            </w:r>
            <w:r w:rsidR="00D2486A">
              <w:rPr>
                <w:bCs/>
              </w:rPr>
              <w:t>C</w:t>
            </w:r>
            <w:r w:rsidRPr="004C7ABA">
              <w:rPr>
                <w:bCs/>
              </w:rPr>
              <w:t xml:space="preserve">ertyfikaty </w:t>
            </w:r>
            <w:r w:rsidR="00D2486A">
              <w:rPr>
                <w:bCs/>
              </w:rPr>
              <w:t>Z</w:t>
            </w:r>
            <w:r w:rsidRPr="004C7ABA">
              <w:rPr>
                <w:bCs/>
              </w:rPr>
              <w:t xml:space="preserve">godności, </w:t>
            </w:r>
            <w:r w:rsidR="00D2486A">
              <w:rPr>
                <w:bCs/>
              </w:rPr>
              <w:t>D</w:t>
            </w:r>
            <w:r w:rsidRPr="004C7ABA">
              <w:rPr>
                <w:bCs/>
              </w:rPr>
              <w:t>eklaracj</w:t>
            </w:r>
            <w:r w:rsidR="00D2486A">
              <w:rPr>
                <w:bCs/>
              </w:rPr>
              <w:t>a</w:t>
            </w:r>
            <w:r w:rsidRPr="004C7ABA">
              <w:rPr>
                <w:bCs/>
              </w:rPr>
              <w:t xml:space="preserve"> </w:t>
            </w:r>
            <w:r w:rsidR="00D2486A">
              <w:rPr>
                <w:bCs/>
              </w:rPr>
              <w:t>Z</w:t>
            </w:r>
            <w:r w:rsidRPr="004C7ABA">
              <w:rPr>
                <w:bCs/>
              </w:rPr>
              <w:t>godności</w:t>
            </w:r>
            <w:r w:rsidR="00D2486A">
              <w:rPr>
                <w:bCs/>
              </w:rPr>
              <w:t xml:space="preserve"> UE</w:t>
            </w:r>
            <w:r w:rsidR="000F789F">
              <w:rPr>
                <w:bCs/>
              </w:rPr>
              <w:t xml:space="preserve">, </w:t>
            </w:r>
            <w:r w:rsidR="000F789F">
              <w:t>EMC</w:t>
            </w:r>
            <w:r w:rsidRPr="004C7ABA">
              <w:rPr>
                <w:bCs/>
              </w:rPr>
              <w:t xml:space="preserve">. </w:t>
            </w:r>
          </w:p>
          <w:p w14:paraId="26C3758C" w14:textId="47D3EB76" w:rsidR="003072EA" w:rsidRPr="00DE2C64" w:rsidRDefault="003072EA" w:rsidP="000F789F">
            <w:pPr>
              <w:shd w:val="clear" w:color="auto" w:fill="FFFFFF"/>
              <w:rPr>
                <w:szCs w:val="22"/>
              </w:rPr>
            </w:pPr>
          </w:p>
        </w:tc>
      </w:tr>
      <w:tr w:rsidR="001F0C01" w:rsidRPr="00FA7F56" w14:paraId="3C8847C9" w14:textId="77777777" w:rsidTr="00853D44">
        <w:trPr>
          <w:cantSplit/>
          <w:jc w:val="center"/>
        </w:trPr>
        <w:tc>
          <w:tcPr>
            <w:tcW w:w="2120" w:type="dxa"/>
          </w:tcPr>
          <w:p w14:paraId="005D6CC3" w14:textId="77777777" w:rsidR="001F0C01" w:rsidRPr="004C7ABA" w:rsidRDefault="001F0C01" w:rsidP="00C97624">
            <w:pPr>
              <w:shd w:val="clear" w:color="auto" w:fill="FFFFFF"/>
              <w:rPr>
                <w:rStyle w:val="Pogrubienie"/>
                <w:rFonts w:cs="Arial"/>
                <w:b w:val="0"/>
                <w:szCs w:val="22"/>
              </w:rPr>
            </w:pPr>
            <w:r w:rsidRPr="00180D10">
              <w:rPr>
                <w:rStyle w:val="Pogrubienie"/>
                <w:b w:val="0"/>
              </w:rPr>
              <w:t>EMI</w:t>
            </w:r>
            <w:r>
              <w:rPr>
                <w:rStyle w:val="Pogrubienie"/>
                <w:rFonts w:cs="Arial"/>
                <w:b w:val="0"/>
                <w:szCs w:val="22"/>
              </w:rPr>
              <w:t xml:space="preserve"> </w:t>
            </w:r>
          </w:p>
        </w:tc>
        <w:tc>
          <w:tcPr>
            <w:tcW w:w="7828" w:type="dxa"/>
          </w:tcPr>
          <w:p w14:paraId="50489DB0" w14:textId="1F5CCFFC" w:rsidR="001F0C01" w:rsidRDefault="001F0C01" w:rsidP="00C97624">
            <w:pPr>
              <w:shd w:val="clear" w:color="auto" w:fill="FFFFFF"/>
              <w:rPr>
                <w:rStyle w:val="Pogrubienie"/>
                <w:b w:val="0"/>
              </w:rPr>
            </w:pPr>
            <w:r>
              <w:rPr>
                <w:rStyle w:val="Pogrubienie"/>
                <w:b w:val="0"/>
              </w:rPr>
              <w:t>Zakłócenia elektromagnetyczne</w:t>
            </w:r>
            <w:r w:rsidR="003072EA">
              <w:rPr>
                <w:rStyle w:val="Pogrubienie"/>
                <w:b w:val="0"/>
              </w:rPr>
              <w:t>,</w:t>
            </w:r>
            <w:r>
              <w:rPr>
                <w:rStyle w:val="Pogrubienie"/>
                <w:b w:val="0"/>
              </w:rPr>
              <w:t xml:space="preserve"> </w:t>
            </w:r>
            <w:r w:rsidRPr="00603D81">
              <w:rPr>
                <w:rStyle w:val="Pogrubienie"/>
                <w:b w:val="0"/>
              </w:rPr>
              <w:t>(</w:t>
            </w:r>
            <w:r>
              <w:rPr>
                <w:rStyle w:val="Pogrubienie"/>
                <w:b w:val="0"/>
              </w:rPr>
              <w:t xml:space="preserve">en. </w:t>
            </w:r>
            <w:r w:rsidRPr="00603D81">
              <w:rPr>
                <w:rStyle w:val="Pogrubienie"/>
                <w:b w:val="0"/>
              </w:rPr>
              <w:t>E</w:t>
            </w:r>
            <w:r w:rsidRPr="007E44DA">
              <w:rPr>
                <w:rStyle w:val="Pogrubienie"/>
                <w:b w:val="0"/>
                <w:szCs w:val="20"/>
              </w:rPr>
              <w:t>lectro-Magnetic Interference</w:t>
            </w:r>
            <w:r>
              <w:rPr>
                <w:rStyle w:val="Pogrubienie"/>
                <w:b w:val="0"/>
              </w:rPr>
              <w:t>).</w:t>
            </w:r>
          </w:p>
          <w:p w14:paraId="052A22DE" w14:textId="77777777" w:rsidR="003072EA" w:rsidRDefault="003072EA" w:rsidP="00C97624">
            <w:pPr>
              <w:shd w:val="clear" w:color="auto" w:fill="FFFFFF"/>
              <w:rPr>
                <w:bCs/>
              </w:rPr>
            </w:pPr>
          </w:p>
        </w:tc>
      </w:tr>
      <w:tr w:rsidR="00F1265C" w:rsidRPr="00FA7F56" w14:paraId="224F9638" w14:textId="77777777" w:rsidTr="00853D44">
        <w:trPr>
          <w:cantSplit/>
          <w:jc w:val="center"/>
        </w:trPr>
        <w:tc>
          <w:tcPr>
            <w:tcW w:w="2120" w:type="dxa"/>
          </w:tcPr>
          <w:p w14:paraId="0C50EF73" w14:textId="0C725144" w:rsidR="00F1265C" w:rsidRPr="00180D10" w:rsidRDefault="00F1265C" w:rsidP="00C97624">
            <w:pPr>
              <w:shd w:val="clear" w:color="auto" w:fill="FFFFFF"/>
              <w:rPr>
                <w:rStyle w:val="Pogrubienie"/>
                <w:b w:val="0"/>
              </w:rPr>
            </w:pPr>
            <w:r>
              <w:rPr>
                <w:rStyle w:val="Pogrubienie"/>
                <w:b w:val="0"/>
              </w:rPr>
              <w:t>EPSS</w:t>
            </w:r>
          </w:p>
        </w:tc>
        <w:tc>
          <w:tcPr>
            <w:tcW w:w="7828" w:type="dxa"/>
          </w:tcPr>
          <w:p w14:paraId="1CECAF2B" w14:textId="77777777" w:rsidR="00F1265C" w:rsidRDefault="00F1265C" w:rsidP="00C97624">
            <w:pPr>
              <w:shd w:val="clear" w:color="auto" w:fill="FFFFFF"/>
              <w:rPr>
                <w:rStyle w:val="Pogrubienie"/>
                <w:b w:val="0"/>
              </w:rPr>
            </w:pPr>
            <w:r>
              <w:rPr>
                <w:rStyle w:val="Pogrubienie"/>
                <w:b w:val="0"/>
              </w:rPr>
              <w:t>Zewnętrzny i obwodowy system bezpieczeństwa.</w:t>
            </w:r>
          </w:p>
          <w:p w14:paraId="17FEBAC3" w14:textId="1A877FC4" w:rsidR="003072EA" w:rsidRDefault="003072EA" w:rsidP="00C97624">
            <w:pPr>
              <w:shd w:val="clear" w:color="auto" w:fill="FFFFFF"/>
              <w:rPr>
                <w:rStyle w:val="Pogrubienie"/>
                <w:b w:val="0"/>
              </w:rPr>
            </w:pPr>
          </w:p>
        </w:tc>
      </w:tr>
      <w:tr w:rsidR="001F0C01" w:rsidRPr="00FA7F56" w14:paraId="6E3C9A3E" w14:textId="77777777" w:rsidTr="00853D44">
        <w:trPr>
          <w:cantSplit/>
          <w:jc w:val="center"/>
        </w:trPr>
        <w:tc>
          <w:tcPr>
            <w:tcW w:w="2120" w:type="dxa"/>
          </w:tcPr>
          <w:p w14:paraId="5336B925" w14:textId="77777777" w:rsidR="001F0C01" w:rsidRPr="00180D10" w:rsidRDefault="001F0C01" w:rsidP="00C97624">
            <w:pPr>
              <w:shd w:val="clear" w:color="auto" w:fill="FFFFFF"/>
              <w:rPr>
                <w:rStyle w:val="Pogrubienie"/>
                <w:b w:val="0"/>
              </w:rPr>
            </w:pPr>
            <w:r>
              <w:rPr>
                <w:rStyle w:val="Pogrubienie"/>
                <w:b w:val="0"/>
              </w:rPr>
              <w:t>Fałszywy alarm</w:t>
            </w:r>
          </w:p>
        </w:tc>
        <w:tc>
          <w:tcPr>
            <w:tcW w:w="7828" w:type="dxa"/>
          </w:tcPr>
          <w:p w14:paraId="143C4620" w14:textId="77777777" w:rsidR="001F0C01" w:rsidRDefault="001F0C01" w:rsidP="002A12BA">
            <w:pPr>
              <w:shd w:val="clear" w:color="auto" w:fill="FFFFFF"/>
              <w:rPr>
                <w:rStyle w:val="Pogrubienie"/>
                <w:b w:val="0"/>
              </w:rPr>
            </w:pPr>
            <w:r w:rsidRPr="002A12BA">
              <w:rPr>
                <w:rStyle w:val="Pogrubienie"/>
                <w:b w:val="0"/>
              </w:rPr>
              <w:t>Ostrzeżenie wygenerowane</w:t>
            </w:r>
            <w:r w:rsidRPr="00F21193">
              <w:rPr>
                <w:rStyle w:val="Pogrubienie"/>
                <w:b w:val="0"/>
              </w:rPr>
              <w:t xml:space="preserve"> w systemie, które powstało na bazie błędnego zadziałania urządzeń, ludzi lub innych czynników zewnętrznych</w:t>
            </w:r>
            <w:r w:rsidR="002A12BA">
              <w:rPr>
                <w:rStyle w:val="Pogrubienie"/>
                <w:b w:val="0"/>
              </w:rPr>
              <w:t>.</w:t>
            </w:r>
          </w:p>
          <w:p w14:paraId="75699316" w14:textId="45F28532" w:rsidR="003072EA" w:rsidRDefault="003072EA" w:rsidP="002A12BA">
            <w:pPr>
              <w:shd w:val="clear" w:color="auto" w:fill="FFFFFF"/>
              <w:rPr>
                <w:rStyle w:val="Pogrubienie"/>
                <w:b w:val="0"/>
              </w:rPr>
            </w:pPr>
          </w:p>
        </w:tc>
      </w:tr>
      <w:tr w:rsidR="00CC622E" w:rsidRPr="0059673E" w14:paraId="2403313F" w14:textId="77777777" w:rsidTr="00853D44">
        <w:trPr>
          <w:cantSplit/>
          <w:jc w:val="center"/>
        </w:trPr>
        <w:tc>
          <w:tcPr>
            <w:tcW w:w="2120" w:type="dxa"/>
          </w:tcPr>
          <w:p w14:paraId="751E2CBC" w14:textId="592F4620" w:rsidR="00CC622E" w:rsidRPr="0059673E" w:rsidRDefault="00CC622E" w:rsidP="00E5777C">
            <w:pPr>
              <w:shd w:val="clear" w:color="auto" w:fill="FFFFFF"/>
              <w:rPr>
                <w:rStyle w:val="Pogrubienie"/>
                <w:rFonts w:cs="Arial"/>
                <w:b w:val="0"/>
                <w:szCs w:val="22"/>
              </w:rPr>
            </w:pPr>
            <w:r w:rsidRPr="0059673E">
              <w:rPr>
                <w:rStyle w:val="Pogrubienie"/>
                <w:rFonts w:cs="Arial"/>
                <w:b w:val="0"/>
                <w:szCs w:val="22"/>
              </w:rPr>
              <w:t>Harmonogram konserwacji</w:t>
            </w:r>
          </w:p>
        </w:tc>
        <w:tc>
          <w:tcPr>
            <w:tcW w:w="7828" w:type="dxa"/>
          </w:tcPr>
          <w:p w14:paraId="594E165D" w14:textId="77777777" w:rsidR="00CC622E" w:rsidRDefault="00CC622E" w:rsidP="007557A5">
            <w:pPr>
              <w:shd w:val="clear" w:color="auto" w:fill="FFFFFF"/>
              <w:rPr>
                <w:rStyle w:val="Pogrubienie"/>
                <w:rFonts w:cs="Arial"/>
                <w:b w:val="0"/>
                <w:szCs w:val="22"/>
              </w:rPr>
            </w:pPr>
            <w:r w:rsidRPr="0059673E">
              <w:rPr>
                <w:rStyle w:val="Pogrubienie"/>
                <w:rFonts w:cs="Arial"/>
                <w:b w:val="0"/>
                <w:szCs w:val="22"/>
              </w:rPr>
              <w:t xml:space="preserve">Wykaz poszczególnych czynności do wykonania podczas prowadzenia </w:t>
            </w:r>
            <w:r w:rsidR="00E5777C">
              <w:rPr>
                <w:rStyle w:val="Pogrubienie"/>
                <w:rFonts w:cs="Arial"/>
                <w:b w:val="0"/>
                <w:szCs w:val="22"/>
              </w:rPr>
              <w:t>K</w:t>
            </w:r>
            <w:r w:rsidR="00E5777C" w:rsidRPr="0059673E">
              <w:rPr>
                <w:rStyle w:val="Pogrubienie"/>
                <w:rFonts w:cs="Arial"/>
                <w:b w:val="0"/>
                <w:szCs w:val="22"/>
              </w:rPr>
              <w:t xml:space="preserve">onserwacji </w:t>
            </w:r>
            <w:r w:rsidRPr="0059673E">
              <w:rPr>
                <w:rStyle w:val="Pogrubienie"/>
                <w:rFonts w:cs="Arial"/>
                <w:b w:val="0"/>
                <w:szCs w:val="22"/>
              </w:rPr>
              <w:t>w określonym czasie.</w:t>
            </w:r>
          </w:p>
          <w:p w14:paraId="21A72355" w14:textId="23004385" w:rsidR="003072EA" w:rsidRPr="0059673E" w:rsidRDefault="003072EA" w:rsidP="007557A5">
            <w:pPr>
              <w:shd w:val="clear" w:color="auto" w:fill="FFFFFF"/>
              <w:rPr>
                <w:rStyle w:val="Pogrubienie"/>
                <w:rFonts w:cs="Arial"/>
                <w:b w:val="0"/>
                <w:szCs w:val="22"/>
              </w:rPr>
            </w:pPr>
          </w:p>
        </w:tc>
      </w:tr>
      <w:tr w:rsidR="00CC622E" w:rsidRPr="005D0D0E" w14:paraId="4E4E81B3" w14:textId="77777777" w:rsidTr="00853D44">
        <w:trPr>
          <w:cantSplit/>
          <w:jc w:val="center"/>
        </w:trPr>
        <w:tc>
          <w:tcPr>
            <w:tcW w:w="2120" w:type="dxa"/>
          </w:tcPr>
          <w:p w14:paraId="5CBC86DE" w14:textId="0AC3418E" w:rsidR="00CC622E" w:rsidRPr="0059673E" w:rsidRDefault="00CC622E" w:rsidP="00E5777C">
            <w:pPr>
              <w:shd w:val="clear" w:color="auto" w:fill="FFFFFF"/>
              <w:rPr>
                <w:rStyle w:val="Pogrubienie"/>
                <w:rFonts w:cs="Arial"/>
                <w:b w:val="0"/>
                <w:szCs w:val="22"/>
              </w:rPr>
            </w:pPr>
            <w:r w:rsidRPr="0059673E">
              <w:rPr>
                <w:rStyle w:val="Pogrubienie"/>
                <w:rFonts w:cs="Arial"/>
                <w:b w:val="0"/>
                <w:szCs w:val="22"/>
              </w:rPr>
              <w:t>Harmonogram przegląd</w:t>
            </w:r>
            <w:r w:rsidR="00E5777C">
              <w:rPr>
                <w:rStyle w:val="Pogrubienie"/>
                <w:rFonts w:cs="Arial"/>
                <w:b w:val="0"/>
                <w:szCs w:val="22"/>
              </w:rPr>
              <w:t>u</w:t>
            </w:r>
            <w:r w:rsidRPr="0059673E">
              <w:rPr>
                <w:rStyle w:val="Pogrubienie"/>
                <w:rFonts w:cs="Arial"/>
                <w:b w:val="0"/>
                <w:szCs w:val="22"/>
              </w:rPr>
              <w:t xml:space="preserve"> techniczn</w:t>
            </w:r>
            <w:r w:rsidR="00E5777C">
              <w:rPr>
                <w:rStyle w:val="Pogrubienie"/>
                <w:rFonts w:cs="Arial"/>
                <w:b w:val="0"/>
                <w:szCs w:val="22"/>
              </w:rPr>
              <w:t>ego</w:t>
            </w:r>
          </w:p>
        </w:tc>
        <w:tc>
          <w:tcPr>
            <w:tcW w:w="7828" w:type="dxa"/>
          </w:tcPr>
          <w:p w14:paraId="478EDA03" w14:textId="7FB69F2D" w:rsidR="00CC622E" w:rsidRDefault="00CC622E" w:rsidP="00E5777C">
            <w:pPr>
              <w:shd w:val="clear" w:color="auto" w:fill="FFFFFF"/>
              <w:rPr>
                <w:rStyle w:val="Pogrubienie"/>
                <w:rFonts w:cs="Arial"/>
                <w:b w:val="0"/>
                <w:szCs w:val="22"/>
              </w:rPr>
            </w:pPr>
            <w:r w:rsidRPr="0059673E">
              <w:rPr>
                <w:rStyle w:val="Pogrubienie"/>
                <w:rFonts w:cs="Arial"/>
                <w:b w:val="0"/>
                <w:szCs w:val="22"/>
              </w:rPr>
              <w:t xml:space="preserve">Wykaz poszczególnych czynności do wykonania podczas prowadzenia </w:t>
            </w:r>
            <w:r w:rsidR="00E5777C">
              <w:rPr>
                <w:rStyle w:val="Pogrubienie"/>
                <w:rFonts w:cs="Arial"/>
                <w:b w:val="0"/>
                <w:szCs w:val="22"/>
              </w:rPr>
              <w:t>P</w:t>
            </w:r>
            <w:r w:rsidRPr="0059673E">
              <w:rPr>
                <w:rStyle w:val="Pogrubienie"/>
                <w:rFonts w:cs="Arial"/>
                <w:b w:val="0"/>
                <w:szCs w:val="22"/>
              </w:rPr>
              <w:t xml:space="preserve">rzeglądów technicznych </w:t>
            </w:r>
            <w:r w:rsidR="00E5777C">
              <w:rPr>
                <w:rStyle w:val="Pogrubienie"/>
                <w:rFonts w:cs="Arial"/>
                <w:b w:val="0"/>
                <w:szCs w:val="22"/>
              </w:rPr>
              <w:t xml:space="preserve">SZT/SSP </w:t>
            </w:r>
            <w:r w:rsidRPr="0059673E">
              <w:rPr>
                <w:rStyle w:val="Pogrubienie"/>
                <w:rFonts w:cs="Arial"/>
                <w:b w:val="0"/>
                <w:szCs w:val="22"/>
              </w:rPr>
              <w:t>w określonym czasie.</w:t>
            </w:r>
          </w:p>
        </w:tc>
      </w:tr>
      <w:tr w:rsidR="001F0C01" w:rsidRPr="00FA7F56" w14:paraId="0C4F65A9" w14:textId="77777777" w:rsidTr="00853D44">
        <w:trPr>
          <w:cantSplit/>
          <w:jc w:val="center"/>
        </w:trPr>
        <w:tc>
          <w:tcPr>
            <w:tcW w:w="2120" w:type="dxa"/>
          </w:tcPr>
          <w:p w14:paraId="10E29D18" w14:textId="77777777" w:rsidR="001F0C01" w:rsidRPr="000E523A" w:rsidRDefault="001F0C01" w:rsidP="00C97624">
            <w:pPr>
              <w:shd w:val="clear" w:color="auto" w:fill="FFFFFF"/>
              <w:rPr>
                <w:rStyle w:val="Pogrubienie"/>
                <w:rFonts w:cs="Arial"/>
                <w:b w:val="0"/>
                <w:szCs w:val="22"/>
              </w:rPr>
            </w:pPr>
            <w:r>
              <w:rPr>
                <w:szCs w:val="22"/>
              </w:rPr>
              <w:t>Klucz niestandardowy</w:t>
            </w:r>
          </w:p>
        </w:tc>
        <w:tc>
          <w:tcPr>
            <w:tcW w:w="7828" w:type="dxa"/>
          </w:tcPr>
          <w:p w14:paraId="60B14921" w14:textId="26638ED3" w:rsidR="001F0C01" w:rsidRDefault="001F0C01" w:rsidP="00C97624">
            <w:pPr>
              <w:shd w:val="clear" w:color="auto" w:fill="FFFFFF"/>
              <w:rPr>
                <w:bCs/>
              </w:rPr>
            </w:pPr>
            <w:r>
              <w:rPr>
                <w:rFonts w:cs="Arial"/>
              </w:rPr>
              <w:t>Klucz o wzorze zapewniającym dostęp jedynie do szaf SZT</w:t>
            </w:r>
            <w:r w:rsidR="003072EA">
              <w:rPr>
                <w:rFonts w:cs="Arial"/>
              </w:rPr>
              <w:t>.</w:t>
            </w:r>
          </w:p>
        </w:tc>
      </w:tr>
      <w:tr w:rsidR="00CC622E" w:rsidRPr="00FA7F56" w14:paraId="3421AECA" w14:textId="77777777" w:rsidTr="00853D44">
        <w:trPr>
          <w:cantSplit/>
          <w:jc w:val="center"/>
        </w:trPr>
        <w:tc>
          <w:tcPr>
            <w:tcW w:w="2120" w:type="dxa"/>
          </w:tcPr>
          <w:p w14:paraId="10118AEF" w14:textId="24B615CB" w:rsidR="00CC622E" w:rsidRPr="000542CC" w:rsidRDefault="00CC622E" w:rsidP="004D270D">
            <w:pPr>
              <w:shd w:val="clear" w:color="auto" w:fill="FFFFFF"/>
              <w:rPr>
                <w:rFonts w:cs="Arial"/>
              </w:rPr>
            </w:pPr>
            <w:r w:rsidRPr="000542CC">
              <w:rPr>
                <w:rFonts w:cs="Arial"/>
              </w:rPr>
              <w:t xml:space="preserve">Konserwacja </w:t>
            </w:r>
          </w:p>
        </w:tc>
        <w:tc>
          <w:tcPr>
            <w:tcW w:w="7828" w:type="dxa"/>
          </w:tcPr>
          <w:p w14:paraId="29994F23" w14:textId="77777777" w:rsidR="00CC622E" w:rsidRDefault="00CC622E" w:rsidP="00991BFC">
            <w:pPr>
              <w:shd w:val="clear" w:color="auto" w:fill="FFFFFF"/>
              <w:rPr>
                <w:rFonts w:cs="Arial"/>
              </w:rPr>
            </w:pPr>
            <w:r w:rsidRPr="000542CC">
              <w:rPr>
                <w:rFonts w:cs="Arial"/>
              </w:rPr>
              <w:t xml:space="preserve">Zespół czynności zapewniających utrzymanie </w:t>
            </w:r>
            <w:r w:rsidR="00991BFC" w:rsidRPr="000542CC">
              <w:rPr>
                <w:rFonts w:cs="Arial"/>
              </w:rPr>
              <w:t>SZT/SSP</w:t>
            </w:r>
            <w:r w:rsidRPr="000542CC">
              <w:rPr>
                <w:rFonts w:cs="Arial"/>
              </w:rPr>
              <w:t xml:space="preserve"> w pełnej sprawności oraz zapewnienie warunków ich użytkowania określonych w przepisach technicznych poprzez usuwanie niesprawności, a także chronione przed zniszczeniem lub zużyciem poprzez czyszczenie, smarowanie, regulowanie oraz dostrajanie parametrów elektrycznych itp.</w:t>
            </w:r>
          </w:p>
          <w:p w14:paraId="0C0B9A0D" w14:textId="61D7788B" w:rsidR="003072EA" w:rsidRPr="001B1E72" w:rsidRDefault="003072EA" w:rsidP="00991BFC">
            <w:pPr>
              <w:shd w:val="clear" w:color="auto" w:fill="FFFFFF"/>
              <w:rPr>
                <w:rFonts w:cs="Arial"/>
              </w:rPr>
            </w:pPr>
          </w:p>
        </w:tc>
      </w:tr>
      <w:tr w:rsidR="00CC622E" w:rsidRPr="00FA7F56" w14:paraId="379F8B39" w14:textId="77777777" w:rsidTr="00853D44">
        <w:trPr>
          <w:cantSplit/>
          <w:jc w:val="center"/>
        </w:trPr>
        <w:tc>
          <w:tcPr>
            <w:tcW w:w="2120" w:type="dxa"/>
          </w:tcPr>
          <w:p w14:paraId="76CC3671" w14:textId="073FFA6B" w:rsidR="00CC622E" w:rsidRPr="001B1E72" w:rsidRDefault="00CC622E" w:rsidP="00C97624">
            <w:pPr>
              <w:shd w:val="clear" w:color="auto" w:fill="FFFFFF"/>
              <w:rPr>
                <w:rFonts w:cs="Arial"/>
              </w:rPr>
            </w:pPr>
            <w:r w:rsidRPr="00CC622E">
              <w:rPr>
                <w:rFonts w:cs="Arial"/>
              </w:rPr>
              <w:t>Kontrola działania</w:t>
            </w:r>
          </w:p>
        </w:tc>
        <w:tc>
          <w:tcPr>
            <w:tcW w:w="7828" w:type="dxa"/>
          </w:tcPr>
          <w:p w14:paraId="68532B23" w14:textId="77777777" w:rsidR="00CC622E" w:rsidRDefault="00CC622E" w:rsidP="00C97624">
            <w:pPr>
              <w:shd w:val="clear" w:color="auto" w:fill="FFFFFF"/>
              <w:rPr>
                <w:rFonts w:cs="Arial"/>
              </w:rPr>
            </w:pPr>
            <w:r w:rsidRPr="00CC622E">
              <w:rPr>
                <w:rFonts w:cs="Arial"/>
              </w:rPr>
              <w:t>Sprawdzenie poprawności działania urządzenia i systemu.</w:t>
            </w:r>
          </w:p>
          <w:p w14:paraId="1351791A" w14:textId="39400C2E" w:rsidR="003072EA" w:rsidRPr="001B1E72" w:rsidRDefault="003072EA" w:rsidP="00C97624">
            <w:pPr>
              <w:shd w:val="clear" w:color="auto" w:fill="FFFFFF"/>
              <w:rPr>
                <w:rFonts w:cs="Arial"/>
              </w:rPr>
            </w:pPr>
          </w:p>
        </w:tc>
      </w:tr>
      <w:tr w:rsidR="00CC622E" w:rsidRPr="00FA7F56" w14:paraId="03F1F34C" w14:textId="77777777" w:rsidTr="00853D44">
        <w:trPr>
          <w:cantSplit/>
          <w:jc w:val="center"/>
        </w:trPr>
        <w:tc>
          <w:tcPr>
            <w:tcW w:w="2120" w:type="dxa"/>
          </w:tcPr>
          <w:p w14:paraId="5B670D05" w14:textId="336571B6" w:rsidR="00CC622E" w:rsidRPr="001B1E72" w:rsidRDefault="00CC622E" w:rsidP="00501A56">
            <w:pPr>
              <w:shd w:val="clear" w:color="auto" w:fill="FFFFFF"/>
              <w:rPr>
                <w:rFonts w:cs="Arial"/>
              </w:rPr>
            </w:pPr>
            <w:r w:rsidRPr="00C5009B">
              <w:rPr>
                <w:rFonts w:cs="Arial"/>
              </w:rPr>
              <w:t xml:space="preserve">Naprawa </w:t>
            </w:r>
            <w:r w:rsidR="00501A56" w:rsidRPr="00C5009B">
              <w:rPr>
                <w:rFonts w:cs="Arial"/>
              </w:rPr>
              <w:t>SZT/SSP</w:t>
            </w:r>
          </w:p>
        </w:tc>
        <w:tc>
          <w:tcPr>
            <w:tcW w:w="7828" w:type="dxa"/>
          </w:tcPr>
          <w:p w14:paraId="092D67C6" w14:textId="77777777" w:rsidR="00CC622E" w:rsidRDefault="00CC622E" w:rsidP="00CC622E">
            <w:pPr>
              <w:shd w:val="clear" w:color="auto" w:fill="FFFFFF"/>
              <w:rPr>
                <w:rFonts w:cs="Arial"/>
              </w:rPr>
            </w:pPr>
            <w:r w:rsidRPr="00CC622E">
              <w:rPr>
                <w:rFonts w:cs="Arial"/>
              </w:rPr>
              <w:t xml:space="preserve">Usunięcie usterek, uszkodzeń oraz przywrócenie </w:t>
            </w:r>
            <w:r w:rsidR="00B60CB1">
              <w:rPr>
                <w:rFonts w:cs="Arial"/>
              </w:rPr>
              <w:t>f</w:t>
            </w:r>
            <w:r w:rsidR="00501A56">
              <w:rPr>
                <w:rFonts w:cs="Arial"/>
              </w:rPr>
              <w:t>unkcjonalności</w:t>
            </w:r>
            <w:r w:rsidR="00501A56" w:rsidRPr="00501A56">
              <w:rPr>
                <w:rFonts w:cs="Arial"/>
              </w:rPr>
              <w:t xml:space="preserve"> SZT/SSP </w:t>
            </w:r>
            <w:r w:rsidRPr="00CC622E">
              <w:rPr>
                <w:rFonts w:cs="Arial"/>
              </w:rPr>
              <w:t>i</w:t>
            </w:r>
            <w:r w:rsidR="00C5009B">
              <w:rPr>
                <w:rFonts w:cs="Arial"/>
              </w:rPr>
              <w:t> </w:t>
            </w:r>
            <w:r w:rsidRPr="00CC622E">
              <w:rPr>
                <w:rFonts w:cs="Arial"/>
              </w:rPr>
              <w:t>wymaganych parametrów systemów SKD, SSWiN, SDW</w:t>
            </w:r>
            <w:r w:rsidR="00501A56">
              <w:rPr>
                <w:rFonts w:cs="Arial"/>
              </w:rPr>
              <w:t>, SSP</w:t>
            </w:r>
            <w:r w:rsidRPr="00CC622E">
              <w:rPr>
                <w:rFonts w:cs="Arial"/>
              </w:rPr>
              <w:t>.</w:t>
            </w:r>
          </w:p>
          <w:p w14:paraId="1B6B719A" w14:textId="241CFD4E" w:rsidR="003072EA" w:rsidRPr="001B1E72" w:rsidRDefault="003072EA" w:rsidP="00CC622E">
            <w:pPr>
              <w:shd w:val="clear" w:color="auto" w:fill="FFFFFF"/>
              <w:rPr>
                <w:rFonts w:cs="Arial"/>
              </w:rPr>
            </w:pPr>
          </w:p>
        </w:tc>
      </w:tr>
      <w:tr w:rsidR="001F0C01" w:rsidRPr="00FA7F56" w14:paraId="2E7A881C" w14:textId="77777777" w:rsidTr="00853D44">
        <w:trPr>
          <w:cantSplit/>
          <w:jc w:val="center"/>
        </w:trPr>
        <w:tc>
          <w:tcPr>
            <w:tcW w:w="2120" w:type="dxa"/>
          </w:tcPr>
          <w:p w14:paraId="5CFBC2BC" w14:textId="77777777" w:rsidR="001F0C01" w:rsidRPr="001B1E72" w:rsidRDefault="001F0C01" w:rsidP="00C97624">
            <w:pPr>
              <w:shd w:val="clear" w:color="auto" w:fill="FFFFFF"/>
              <w:rPr>
                <w:rFonts w:cs="Arial"/>
              </w:rPr>
            </w:pPr>
            <w:r w:rsidRPr="001B1E72">
              <w:rPr>
                <w:rFonts w:cs="Arial"/>
              </w:rPr>
              <w:t xml:space="preserve">Obiekt </w:t>
            </w:r>
            <w:r>
              <w:rPr>
                <w:rFonts w:cs="Arial"/>
              </w:rPr>
              <w:t>elektroenergetyczny</w:t>
            </w:r>
          </w:p>
        </w:tc>
        <w:tc>
          <w:tcPr>
            <w:tcW w:w="7828" w:type="dxa"/>
          </w:tcPr>
          <w:p w14:paraId="567F8720" w14:textId="77777777" w:rsidR="001F0C01" w:rsidRDefault="001F0C01" w:rsidP="00C97624">
            <w:pPr>
              <w:shd w:val="clear" w:color="auto" w:fill="FFFFFF"/>
              <w:rPr>
                <w:rFonts w:cs="Arial"/>
              </w:rPr>
            </w:pPr>
            <w:r w:rsidRPr="001B1E72">
              <w:rPr>
                <w:rFonts w:cs="Arial"/>
              </w:rPr>
              <w:t>Obiekt służący działalności podstawowej TD S.A tj. w celu dystrybucji energii elektrycznej</w:t>
            </w:r>
            <w:r>
              <w:rPr>
                <w:rFonts w:cs="Arial"/>
              </w:rPr>
              <w:t>:</w:t>
            </w:r>
            <w:r w:rsidRPr="001B1E72">
              <w:rPr>
                <w:rFonts w:cs="Arial"/>
              </w:rPr>
              <w:t xml:space="preserve"> stacje NN/WN, WN/SN, PZ i RS, stacje SN/nN, magazyny energii</w:t>
            </w:r>
            <w:r>
              <w:rPr>
                <w:rFonts w:cs="Arial"/>
              </w:rPr>
              <w:t xml:space="preserve">, </w:t>
            </w:r>
            <w:r w:rsidRPr="001B1E72">
              <w:rPr>
                <w:rFonts w:cs="Arial"/>
              </w:rPr>
              <w:t>złącza kablowe SN oraz kontenery stacji bazowych.</w:t>
            </w:r>
          </w:p>
          <w:p w14:paraId="416A84EE" w14:textId="77777777" w:rsidR="003072EA" w:rsidRPr="001B1E72" w:rsidRDefault="003072EA" w:rsidP="00C97624">
            <w:pPr>
              <w:shd w:val="clear" w:color="auto" w:fill="FFFFFF"/>
              <w:rPr>
                <w:rFonts w:cs="Arial"/>
              </w:rPr>
            </w:pPr>
          </w:p>
        </w:tc>
      </w:tr>
      <w:tr w:rsidR="001F0C01" w:rsidRPr="00FA7F56" w14:paraId="67EAD7E3" w14:textId="77777777" w:rsidTr="00853D44">
        <w:trPr>
          <w:cantSplit/>
          <w:jc w:val="center"/>
        </w:trPr>
        <w:tc>
          <w:tcPr>
            <w:tcW w:w="2120" w:type="dxa"/>
          </w:tcPr>
          <w:p w14:paraId="2DC4785C" w14:textId="77777777" w:rsidR="001F0C01" w:rsidRPr="00FE157B" w:rsidRDefault="001F0C01" w:rsidP="00C97624">
            <w:pPr>
              <w:shd w:val="clear" w:color="auto" w:fill="FFFFFF"/>
              <w:rPr>
                <w:rFonts w:cs="Arial"/>
              </w:rPr>
            </w:pPr>
            <w:r w:rsidRPr="00FE157B">
              <w:rPr>
                <w:rFonts w:cs="Arial"/>
              </w:rPr>
              <w:t xml:space="preserve">Pomieszczenie telekomunikacji </w:t>
            </w:r>
          </w:p>
        </w:tc>
        <w:tc>
          <w:tcPr>
            <w:tcW w:w="7828" w:type="dxa"/>
          </w:tcPr>
          <w:p w14:paraId="59221348" w14:textId="77777777" w:rsidR="001F0C01" w:rsidRDefault="001F0C01" w:rsidP="00C97624">
            <w:pPr>
              <w:shd w:val="clear" w:color="auto" w:fill="FFFFFF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5C5001">
              <w:rPr>
                <w:rFonts w:cs="Arial"/>
                <w:szCs w:val="22"/>
              </w:rPr>
              <w:t>omieszczeni</w:t>
            </w:r>
            <w:r>
              <w:rPr>
                <w:rFonts w:cs="Arial"/>
                <w:szCs w:val="22"/>
              </w:rPr>
              <w:t>e zawierające</w:t>
            </w:r>
            <w:r w:rsidRPr="005C5001">
              <w:rPr>
                <w:rFonts w:cs="Arial"/>
                <w:szCs w:val="22"/>
              </w:rPr>
              <w:t xml:space="preserve"> urządzenia systemów bezpieczeństwa oraz </w:t>
            </w:r>
            <w:r>
              <w:rPr>
                <w:rFonts w:cs="Arial"/>
                <w:szCs w:val="22"/>
              </w:rPr>
              <w:t>systemów teleinformatycznych.</w:t>
            </w:r>
          </w:p>
          <w:p w14:paraId="654A2142" w14:textId="77777777" w:rsidR="003072EA" w:rsidRPr="00E66B33" w:rsidRDefault="003072EA" w:rsidP="00C97624">
            <w:pPr>
              <w:shd w:val="clear" w:color="auto" w:fill="FFFFFF"/>
              <w:rPr>
                <w:rFonts w:cs="Arial"/>
              </w:rPr>
            </w:pPr>
          </w:p>
        </w:tc>
      </w:tr>
      <w:tr w:rsidR="00CC622E" w:rsidRPr="00FA7F56" w14:paraId="00551937" w14:textId="77777777" w:rsidTr="00853D44">
        <w:trPr>
          <w:cantSplit/>
          <w:jc w:val="center"/>
        </w:trPr>
        <w:tc>
          <w:tcPr>
            <w:tcW w:w="2120" w:type="dxa"/>
          </w:tcPr>
          <w:p w14:paraId="56889DFF" w14:textId="74364559" w:rsidR="00CC622E" w:rsidRDefault="00CC622E" w:rsidP="002B23AD">
            <w:pPr>
              <w:shd w:val="clear" w:color="auto" w:fill="FFFFFF"/>
              <w:jc w:val="left"/>
              <w:rPr>
                <w:rFonts w:cs="Arial"/>
              </w:rPr>
            </w:pPr>
            <w:r w:rsidRPr="004E675D">
              <w:rPr>
                <w:rFonts w:cs="Arial"/>
              </w:rPr>
              <w:t xml:space="preserve">Przegląd techniczny </w:t>
            </w:r>
          </w:p>
        </w:tc>
        <w:tc>
          <w:tcPr>
            <w:tcW w:w="7828" w:type="dxa"/>
          </w:tcPr>
          <w:p w14:paraId="45AC2B58" w14:textId="77777777" w:rsidR="00CC622E" w:rsidRDefault="00CC622E" w:rsidP="00991BFC">
            <w:pPr>
              <w:shd w:val="clear" w:color="auto" w:fill="FFFFFF"/>
              <w:rPr>
                <w:bCs/>
              </w:rPr>
            </w:pPr>
            <w:r w:rsidRPr="00CC622E">
              <w:rPr>
                <w:bCs/>
              </w:rPr>
              <w:t xml:space="preserve">Kompleksowe, wykonywane w określonych odstępach czasu, sprawdzenie stanu technicznego </w:t>
            </w:r>
            <w:r w:rsidR="00991BFC">
              <w:rPr>
                <w:bCs/>
              </w:rPr>
              <w:t>SZT/SSP</w:t>
            </w:r>
            <w:r>
              <w:rPr>
                <w:bCs/>
              </w:rPr>
              <w:t xml:space="preserve"> przez wykwalifikowane i </w:t>
            </w:r>
            <w:r w:rsidRPr="00CC622E">
              <w:rPr>
                <w:bCs/>
              </w:rPr>
              <w:t>odpowiednio przygotowane do tego celu osoby.</w:t>
            </w:r>
          </w:p>
          <w:p w14:paraId="5222138E" w14:textId="61E13995" w:rsidR="003072EA" w:rsidRPr="004C7ABA" w:rsidRDefault="003072EA" w:rsidP="00991BFC">
            <w:pPr>
              <w:shd w:val="clear" w:color="auto" w:fill="FFFFFF"/>
              <w:rPr>
                <w:bCs/>
              </w:rPr>
            </w:pPr>
          </w:p>
        </w:tc>
      </w:tr>
      <w:tr w:rsidR="001F0C01" w:rsidRPr="00FA7F56" w14:paraId="05A2B85C" w14:textId="77777777" w:rsidTr="00853D44">
        <w:trPr>
          <w:cantSplit/>
          <w:jc w:val="center"/>
        </w:trPr>
        <w:tc>
          <w:tcPr>
            <w:tcW w:w="2120" w:type="dxa"/>
          </w:tcPr>
          <w:p w14:paraId="3769036C" w14:textId="28E83529" w:rsidR="001F0C01" w:rsidRPr="00E66B33" w:rsidRDefault="001F0C01" w:rsidP="00C97624">
            <w:pPr>
              <w:shd w:val="clear" w:color="auto" w:fill="FFFFFF"/>
              <w:rPr>
                <w:rFonts w:cs="Arial"/>
              </w:rPr>
            </w:pPr>
            <w:r>
              <w:rPr>
                <w:rFonts w:cs="Arial"/>
              </w:rPr>
              <w:t>ROP</w:t>
            </w:r>
          </w:p>
        </w:tc>
        <w:tc>
          <w:tcPr>
            <w:tcW w:w="7828" w:type="dxa"/>
          </w:tcPr>
          <w:p w14:paraId="3503A8F6" w14:textId="77777777" w:rsidR="001F0C01" w:rsidRDefault="001F0C01" w:rsidP="00C97624">
            <w:pPr>
              <w:shd w:val="clear" w:color="auto" w:fill="FFFFFF"/>
              <w:rPr>
                <w:bCs/>
              </w:rPr>
            </w:pPr>
            <w:r w:rsidRPr="004C7ABA">
              <w:rPr>
                <w:bCs/>
              </w:rPr>
              <w:t xml:space="preserve">Ręczny Ostrzegacz Pożarowy, generujący do </w:t>
            </w:r>
            <w:r>
              <w:rPr>
                <w:bCs/>
              </w:rPr>
              <w:t>SZT</w:t>
            </w:r>
            <w:r w:rsidRPr="004C7ABA">
              <w:rPr>
                <w:bCs/>
              </w:rPr>
              <w:t xml:space="preserve"> sygnał: „Pożar </w:t>
            </w:r>
            <w:r w:rsidRPr="00654E2E">
              <w:rPr>
                <w:bCs/>
              </w:rPr>
              <w:t xml:space="preserve">II stopnia </w:t>
            </w:r>
            <w:r w:rsidRPr="004C7ABA">
              <w:rPr>
                <w:bCs/>
              </w:rPr>
              <w:t>w</w:t>
            </w:r>
            <w:r>
              <w:rPr>
                <w:bCs/>
              </w:rPr>
              <w:t> </w:t>
            </w:r>
            <w:r w:rsidRPr="004C7ABA">
              <w:rPr>
                <w:bCs/>
              </w:rPr>
              <w:t>obiekcie”.</w:t>
            </w:r>
          </w:p>
          <w:p w14:paraId="52B5058C" w14:textId="77777777" w:rsidR="003072EA" w:rsidRPr="00E66B33" w:rsidRDefault="003072EA" w:rsidP="00C97624">
            <w:pPr>
              <w:shd w:val="clear" w:color="auto" w:fill="FFFFFF"/>
              <w:rPr>
                <w:rFonts w:cs="Arial"/>
              </w:rPr>
            </w:pPr>
          </w:p>
        </w:tc>
      </w:tr>
      <w:tr w:rsidR="001F0C01" w:rsidRPr="00FA7F56" w14:paraId="751A15B6" w14:textId="77777777" w:rsidTr="00853D44">
        <w:trPr>
          <w:cantSplit/>
          <w:jc w:val="center"/>
        </w:trPr>
        <w:tc>
          <w:tcPr>
            <w:tcW w:w="2120" w:type="dxa"/>
          </w:tcPr>
          <w:p w14:paraId="4E87557F" w14:textId="77777777" w:rsidR="001F0C01" w:rsidRDefault="001F0C01" w:rsidP="00C97624">
            <w:pPr>
              <w:shd w:val="clear" w:color="auto" w:fill="FFFFFF"/>
              <w:rPr>
                <w:szCs w:val="22"/>
              </w:rPr>
            </w:pPr>
            <w:r>
              <w:rPr>
                <w:szCs w:val="22"/>
              </w:rPr>
              <w:lastRenderedPageBreak/>
              <w:t>SCADA</w:t>
            </w:r>
          </w:p>
        </w:tc>
        <w:tc>
          <w:tcPr>
            <w:tcW w:w="7828" w:type="dxa"/>
          </w:tcPr>
          <w:p w14:paraId="54623762" w14:textId="77777777" w:rsidR="001F0C01" w:rsidRDefault="001F0C01" w:rsidP="003072EA">
            <w:pPr>
              <w:shd w:val="clear" w:color="auto" w:fill="FFFFFF"/>
              <w:rPr>
                <w:szCs w:val="22"/>
              </w:rPr>
            </w:pPr>
            <w:r>
              <w:rPr>
                <w:szCs w:val="22"/>
              </w:rPr>
              <w:t>S</w:t>
            </w:r>
            <w:r w:rsidRPr="008661FC">
              <w:rPr>
                <w:szCs w:val="22"/>
              </w:rPr>
              <w:t>ystem informatyczny nadzorujący przebieg procesu technologicznego lub produkcyjnego. Jego główne funkcje obejmują zbieranie aktualnych danych (pomiarów), ich wizualizację, sterowanie procesem, alarmowanie oraz archiwizację danych</w:t>
            </w:r>
            <w:r w:rsidR="003072EA">
              <w:rPr>
                <w:szCs w:val="22"/>
              </w:rPr>
              <w:t xml:space="preserve">, </w:t>
            </w:r>
            <w:r w:rsidRPr="008661FC">
              <w:rPr>
                <w:szCs w:val="22"/>
              </w:rPr>
              <w:t>(</w:t>
            </w:r>
            <w:r>
              <w:rPr>
                <w:szCs w:val="22"/>
              </w:rPr>
              <w:t>e</w:t>
            </w:r>
            <w:r w:rsidRPr="008661FC">
              <w:rPr>
                <w:szCs w:val="22"/>
              </w:rPr>
              <w:t>n: Supervisory Control And Data Acquisition)</w:t>
            </w:r>
            <w:r>
              <w:rPr>
                <w:szCs w:val="22"/>
              </w:rPr>
              <w:t>.</w:t>
            </w:r>
          </w:p>
          <w:p w14:paraId="2F915296" w14:textId="45F4DDF0" w:rsidR="003072EA" w:rsidRPr="00417628" w:rsidRDefault="003072EA" w:rsidP="003072EA">
            <w:pPr>
              <w:shd w:val="clear" w:color="auto" w:fill="FFFFFF"/>
              <w:rPr>
                <w:szCs w:val="22"/>
              </w:rPr>
            </w:pPr>
          </w:p>
        </w:tc>
      </w:tr>
      <w:tr w:rsidR="001F0C01" w:rsidRPr="00FA7F56" w14:paraId="082C13D1" w14:textId="77777777" w:rsidTr="00853D44">
        <w:trPr>
          <w:cantSplit/>
          <w:jc w:val="center"/>
        </w:trPr>
        <w:tc>
          <w:tcPr>
            <w:tcW w:w="2120" w:type="dxa"/>
          </w:tcPr>
          <w:p w14:paraId="04BFE36D" w14:textId="77777777" w:rsidR="001F0C01" w:rsidRPr="001B1E72" w:rsidRDefault="001F0C01" w:rsidP="00C97624">
            <w:pPr>
              <w:shd w:val="clear" w:color="auto" w:fill="FFFFFF"/>
              <w:rPr>
                <w:rFonts w:cs="Arial"/>
              </w:rPr>
            </w:pPr>
            <w:r>
              <w:rPr>
                <w:rFonts w:cs="Arial"/>
              </w:rPr>
              <w:t xml:space="preserve">Serwer </w:t>
            </w:r>
            <w:r>
              <w:rPr>
                <w:rStyle w:val="Pogrubienie"/>
                <w:b w:val="0"/>
              </w:rPr>
              <w:t>NTP</w:t>
            </w:r>
          </w:p>
        </w:tc>
        <w:tc>
          <w:tcPr>
            <w:tcW w:w="7828" w:type="dxa"/>
          </w:tcPr>
          <w:p w14:paraId="59435CAB" w14:textId="77777777" w:rsidR="001F0C01" w:rsidRDefault="001F0C01" w:rsidP="00C97624">
            <w:pPr>
              <w:shd w:val="clear" w:color="auto" w:fill="FFFFFF"/>
              <w:rPr>
                <w:rFonts w:cs="Arial"/>
              </w:rPr>
            </w:pPr>
            <w:r>
              <w:rPr>
                <w:rFonts w:cs="Arial"/>
              </w:rPr>
              <w:t>Serwer czasu rzeczywistego Grupy Tauron.</w:t>
            </w:r>
          </w:p>
          <w:p w14:paraId="50848D43" w14:textId="77777777" w:rsidR="003072EA" w:rsidRPr="001B1E72" w:rsidRDefault="003072EA" w:rsidP="00C97624">
            <w:pPr>
              <w:shd w:val="clear" w:color="auto" w:fill="FFFFFF"/>
              <w:rPr>
                <w:rFonts w:cs="Arial"/>
              </w:rPr>
            </w:pPr>
          </w:p>
        </w:tc>
      </w:tr>
      <w:tr w:rsidR="001F0C01" w:rsidRPr="00652F01" w14:paraId="079B6E6F" w14:textId="77777777" w:rsidTr="00853D44">
        <w:trPr>
          <w:cantSplit/>
          <w:jc w:val="center"/>
        </w:trPr>
        <w:tc>
          <w:tcPr>
            <w:tcW w:w="2120" w:type="dxa"/>
          </w:tcPr>
          <w:p w14:paraId="5C4C7A20" w14:textId="77777777" w:rsidR="001F0C01" w:rsidRPr="00DE2C64" w:rsidRDefault="001F0C01" w:rsidP="00C97624">
            <w:pPr>
              <w:shd w:val="clear" w:color="auto" w:fill="FFFFFF"/>
              <w:rPr>
                <w:szCs w:val="22"/>
              </w:rPr>
            </w:pPr>
            <w:r w:rsidRPr="00101F7D">
              <w:rPr>
                <w:szCs w:val="22"/>
              </w:rPr>
              <w:t>S</w:t>
            </w:r>
            <w:r w:rsidRPr="002B0DA1">
              <w:rPr>
                <w:szCs w:val="22"/>
              </w:rPr>
              <w:t>NO</w:t>
            </w:r>
          </w:p>
        </w:tc>
        <w:tc>
          <w:tcPr>
            <w:tcW w:w="7828" w:type="dxa"/>
          </w:tcPr>
          <w:p w14:paraId="46E96096" w14:textId="77777777" w:rsidR="001F0C01" w:rsidRDefault="001F0C01" w:rsidP="00C97624">
            <w:pPr>
              <w:shd w:val="clear" w:color="auto" w:fill="FFFFFF"/>
              <w:rPr>
                <w:szCs w:val="22"/>
              </w:rPr>
            </w:pPr>
            <w:r w:rsidRPr="00DE2C64">
              <w:rPr>
                <w:szCs w:val="22"/>
              </w:rPr>
              <w:t xml:space="preserve">System Nadzoru Obiektów - system </w:t>
            </w:r>
            <w:r>
              <w:rPr>
                <w:szCs w:val="22"/>
              </w:rPr>
              <w:t xml:space="preserve">TAURON Dystrybucja S.A </w:t>
            </w:r>
            <w:r w:rsidRPr="00DE2C64">
              <w:rPr>
                <w:szCs w:val="22"/>
              </w:rPr>
              <w:t>nadzorujący SZT</w:t>
            </w:r>
            <w:r>
              <w:rPr>
                <w:szCs w:val="22"/>
              </w:rPr>
              <w:t>/SSP</w:t>
            </w:r>
            <w:r w:rsidRPr="00DE2C64">
              <w:rPr>
                <w:szCs w:val="22"/>
              </w:rPr>
              <w:t xml:space="preserve"> poszczególnych obiektów w zakresie zarządzania, wizualizacji, alarmów, prowadzenia statystyk i rejestrów zdarzeń. </w:t>
            </w:r>
          </w:p>
          <w:p w14:paraId="7CF61548" w14:textId="0846E643" w:rsidR="003072EA" w:rsidRPr="00652F01" w:rsidRDefault="003072EA" w:rsidP="00C97624">
            <w:pPr>
              <w:shd w:val="clear" w:color="auto" w:fill="FFFFFF"/>
              <w:rPr>
                <w:szCs w:val="22"/>
              </w:rPr>
            </w:pPr>
          </w:p>
        </w:tc>
      </w:tr>
      <w:tr w:rsidR="001F0C01" w:rsidRPr="00771597" w14:paraId="3C230CDC" w14:textId="77777777" w:rsidTr="00853D44">
        <w:trPr>
          <w:cantSplit/>
          <w:jc w:val="center"/>
        </w:trPr>
        <w:tc>
          <w:tcPr>
            <w:tcW w:w="2120" w:type="dxa"/>
          </w:tcPr>
          <w:p w14:paraId="70E854CA" w14:textId="77777777" w:rsidR="001F0C01" w:rsidRPr="00DE2C64" w:rsidRDefault="001F0C01" w:rsidP="00C97624">
            <w:pPr>
              <w:shd w:val="clear" w:color="auto" w:fill="FFFFFF"/>
              <w:rPr>
                <w:szCs w:val="22"/>
              </w:rPr>
            </w:pPr>
            <w:r w:rsidRPr="003347A6">
              <w:rPr>
                <w:szCs w:val="22"/>
              </w:rPr>
              <w:t>S</w:t>
            </w:r>
            <w:r>
              <w:rPr>
                <w:szCs w:val="22"/>
              </w:rPr>
              <w:t>SiN</w:t>
            </w:r>
          </w:p>
        </w:tc>
        <w:tc>
          <w:tcPr>
            <w:tcW w:w="7828" w:type="dxa"/>
          </w:tcPr>
          <w:p w14:paraId="4CFF6402" w14:textId="77777777" w:rsidR="001F0C01" w:rsidRDefault="001F0C01" w:rsidP="00C97624">
            <w:pPr>
              <w:shd w:val="clear" w:color="auto" w:fill="FFFFFF"/>
              <w:rPr>
                <w:szCs w:val="22"/>
              </w:rPr>
            </w:pPr>
            <w:r w:rsidRPr="008952EF">
              <w:rPr>
                <w:szCs w:val="22"/>
              </w:rPr>
              <w:t>System Sterowania i Nadzoru - zespół urządzeń i programów niezbędnych do pozyskiwania, przetwarzania i gromadzenia informacji opisujących rzeczywisty stan nadzorowanego obiektu (systemu) niezbędnych do nadzorowania i sterowania jego pracą.</w:t>
            </w:r>
            <w:r>
              <w:rPr>
                <w:szCs w:val="22"/>
              </w:rPr>
              <w:t xml:space="preserve"> </w:t>
            </w:r>
          </w:p>
          <w:p w14:paraId="1C09B9A1" w14:textId="77777777" w:rsidR="003072EA" w:rsidRPr="00547518" w:rsidRDefault="003072EA" w:rsidP="00C97624">
            <w:pPr>
              <w:shd w:val="clear" w:color="auto" w:fill="FFFFFF"/>
              <w:rPr>
                <w:szCs w:val="22"/>
              </w:rPr>
            </w:pPr>
          </w:p>
        </w:tc>
      </w:tr>
      <w:tr w:rsidR="00240F83" w:rsidRPr="00771597" w14:paraId="7D3FE998" w14:textId="77777777" w:rsidTr="00853D44">
        <w:trPr>
          <w:cantSplit/>
          <w:jc w:val="center"/>
        </w:trPr>
        <w:tc>
          <w:tcPr>
            <w:tcW w:w="2120" w:type="dxa"/>
          </w:tcPr>
          <w:p w14:paraId="7011D867" w14:textId="7E70C6F1" w:rsidR="00240F83" w:rsidRPr="003347A6" w:rsidRDefault="00240F83" w:rsidP="00C97624">
            <w:pPr>
              <w:shd w:val="clear" w:color="auto" w:fill="FFFFFF"/>
              <w:rPr>
                <w:szCs w:val="22"/>
              </w:rPr>
            </w:pPr>
            <w:r>
              <w:rPr>
                <w:szCs w:val="22"/>
              </w:rPr>
              <w:t>Zabezpieczenia elektroniczne</w:t>
            </w:r>
          </w:p>
        </w:tc>
        <w:tc>
          <w:tcPr>
            <w:tcW w:w="7828" w:type="dxa"/>
          </w:tcPr>
          <w:p w14:paraId="02B874E5" w14:textId="77777777" w:rsidR="00240F83" w:rsidRDefault="00240F83" w:rsidP="00240F83">
            <w:pPr>
              <w:shd w:val="clear" w:color="auto" w:fill="FFFFFF"/>
              <w:rPr>
                <w:szCs w:val="22"/>
              </w:rPr>
            </w:pPr>
            <w:r>
              <w:rPr>
                <w:szCs w:val="22"/>
              </w:rPr>
              <w:t>E</w:t>
            </w:r>
            <w:r w:rsidRPr="00240F83">
              <w:rPr>
                <w:szCs w:val="22"/>
              </w:rPr>
              <w:t>lektroniczne urządzenia i systemy alarmowe (SKD, SSWiN, SDW) służące Ochronie osób i Ochronie mienia.</w:t>
            </w:r>
          </w:p>
          <w:p w14:paraId="77A7D915" w14:textId="14DC3962" w:rsidR="003072EA" w:rsidRPr="008952EF" w:rsidRDefault="003072EA" w:rsidP="00240F83">
            <w:pPr>
              <w:shd w:val="clear" w:color="auto" w:fill="FFFFFF"/>
              <w:rPr>
                <w:szCs w:val="22"/>
              </w:rPr>
            </w:pPr>
          </w:p>
        </w:tc>
      </w:tr>
    </w:tbl>
    <w:p w14:paraId="27B136AE" w14:textId="77777777" w:rsidR="001F0C01" w:rsidRDefault="001F0C01" w:rsidP="00CC622E">
      <w:pPr>
        <w:rPr>
          <w:rStyle w:val="Pogrubienie"/>
          <w:b w:val="0"/>
          <w:bCs w:val="0"/>
        </w:rPr>
      </w:pPr>
    </w:p>
    <w:p w14:paraId="35FCFF4A" w14:textId="0015679F" w:rsidR="002F1A0D" w:rsidRPr="000425BF" w:rsidRDefault="002F1A0D" w:rsidP="00CC622E">
      <w:bookmarkStart w:id="0" w:name="page5"/>
      <w:bookmarkEnd w:id="0"/>
    </w:p>
    <w:sectPr w:rsidR="002F1A0D" w:rsidRPr="000425BF" w:rsidSect="00F755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794" w:bottom="1134" w:left="567" w:header="227" w:footer="397" w:gutter="567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4FECB" w14:textId="77777777" w:rsidR="00B753E4" w:rsidRDefault="00B753E4">
      <w:r>
        <w:separator/>
      </w:r>
    </w:p>
  </w:endnote>
  <w:endnote w:type="continuationSeparator" w:id="0">
    <w:p w14:paraId="7B503E6F" w14:textId="77777777" w:rsidR="00B753E4" w:rsidRDefault="00B753E4">
      <w:r>
        <w:continuationSeparator/>
      </w:r>
    </w:p>
  </w:endnote>
  <w:endnote w:type="continuationNotice" w:id="1">
    <w:p w14:paraId="2D27AFD3" w14:textId="77777777" w:rsidR="00B753E4" w:rsidRDefault="00B753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6EC6E" w14:textId="77777777" w:rsidR="00B753E4" w:rsidRDefault="00B753E4" w:rsidP="003F7A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E919AB" w14:textId="77777777" w:rsidR="00B753E4" w:rsidRDefault="00B753E4" w:rsidP="00AF01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4E5A" w14:textId="13BA8C66" w:rsidR="00B753E4" w:rsidRPr="00CE7EE0" w:rsidRDefault="00B753E4" w:rsidP="00390DFF">
    <w:pPr>
      <w:pStyle w:val="Stopka"/>
      <w:pBdr>
        <w:top w:val="single" w:sz="4" w:space="1" w:color="auto"/>
      </w:pBdr>
      <w:rPr>
        <w:rFonts w:cs="Arial"/>
        <w:sz w:val="18"/>
        <w:szCs w:val="18"/>
      </w:rPr>
    </w:pPr>
    <w:r w:rsidRPr="00CE7EE0">
      <w:rPr>
        <w:rFonts w:cs="Arial"/>
        <w:sz w:val="18"/>
        <w:szCs w:val="18"/>
        <w:lang w:val="pl-PL"/>
      </w:rPr>
      <w:t>Załącznik nr 1</w:t>
    </w:r>
    <w:r w:rsidR="008F4C62">
      <w:rPr>
        <w:rFonts w:cs="Arial"/>
        <w:sz w:val="18"/>
        <w:szCs w:val="18"/>
        <w:lang w:val="pl-PL"/>
      </w:rPr>
      <w:t>b</w:t>
    </w:r>
    <w:r w:rsidRPr="00CE7EE0">
      <w:rPr>
        <w:rFonts w:cs="Arial"/>
        <w:sz w:val="18"/>
        <w:szCs w:val="18"/>
        <w:lang w:val="pl-PL"/>
      </w:rPr>
      <w:t xml:space="preserve"> </w:t>
    </w:r>
    <w:r w:rsidRPr="00A25B1D">
      <w:rPr>
        <w:rFonts w:cs="Arial"/>
        <w:sz w:val="18"/>
        <w:szCs w:val="18"/>
        <w:lang w:val="pl-PL"/>
      </w:rPr>
      <w:t>do standa</w:t>
    </w:r>
    <w:r>
      <w:rPr>
        <w:rFonts w:cs="Arial"/>
        <w:sz w:val="18"/>
        <w:szCs w:val="18"/>
        <w:lang w:val="pl-PL"/>
      </w:rPr>
      <w:t>rdu technicznego nr …/DTS/20</w:t>
    </w:r>
    <w:r w:rsidR="001F0C01">
      <w:rPr>
        <w:rFonts w:cs="Arial"/>
        <w:sz w:val="18"/>
        <w:szCs w:val="18"/>
        <w:lang w:val="pl-PL"/>
      </w:rPr>
      <w:t>20</w:t>
    </w:r>
    <w:r>
      <w:rPr>
        <w:rFonts w:cs="Arial"/>
        <w:sz w:val="18"/>
        <w:szCs w:val="18"/>
        <w:lang w:val="pl-PL"/>
      </w:rPr>
      <w:t xml:space="preserve"> </w:t>
    </w:r>
    <w:r w:rsidRPr="00A25B1D">
      <w:rPr>
        <w:rFonts w:cs="Arial"/>
        <w:sz w:val="18"/>
        <w:szCs w:val="18"/>
        <w:lang w:val="pl-PL"/>
      </w:rPr>
      <w:t xml:space="preserve">- </w:t>
    </w:r>
    <w:r w:rsidRPr="00390DFF">
      <w:rPr>
        <w:rFonts w:cs="Arial"/>
        <w:sz w:val="18"/>
        <w:szCs w:val="18"/>
        <w:lang w:val="pl-PL"/>
      </w:rPr>
      <w:t>Systemy Zabezpie</w:t>
    </w:r>
    <w:r>
      <w:rPr>
        <w:rFonts w:cs="Arial"/>
        <w:sz w:val="18"/>
        <w:szCs w:val="18"/>
        <w:lang w:val="pl-PL"/>
      </w:rPr>
      <w:t>czenia Technicznego oraz System</w:t>
    </w:r>
    <w:r w:rsidRPr="00390DFF">
      <w:rPr>
        <w:rFonts w:cs="Arial"/>
        <w:sz w:val="18"/>
        <w:szCs w:val="18"/>
        <w:lang w:val="pl-PL"/>
      </w:rPr>
      <w:t xml:space="preserve"> Sygnalizacji Pożaru dla obiektów </w:t>
    </w:r>
    <w:r>
      <w:rPr>
        <w:rFonts w:cs="Arial"/>
        <w:sz w:val="18"/>
        <w:szCs w:val="18"/>
        <w:lang w:val="pl-PL"/>
      </w:rPr>
      <w:t>elektroenergetycznych</w:t>
    </w:r>
    <w:r w:rsidRPr="00390DFF">
      <w:rPr>
        <w:rFonts w:cs="Arial"/>
        <w:sz w:val="18"/>
        <w:szCs w:val="18"/>
        <w:lang w:val="pl-PL"/>
      </w:rPr>
      <w:t xml:space="preserve"> w TAURON Dystrybucja S.A. (wersja pierwsza)</w:t>
    </w:r>
  </w:p>
  <w:p w14:paraId="55E6A1E5" w14:textId="19BE96DB" w:rsidR="00B753E4" w:rsidRPr="00CE7EE0" w:rsidRDefault="00B753E4" w:rsidP="00D07AF7">
    <w:pPr>
      <w:pStyle w:val="Stopka"/>
      <w:pBdr>
        <w:top w:val="single" w:sz="4" w:space="1" w:color="auto"/>
      </w:pBdr>
      <w:jc w:val="right"/>
      <w:rPr>
        <w:rFonts w:cs="Arial"/>
        <w:sz w:val="18"/>
        <w:szCs w:val="18"/>
        <w:lang w:val="pl-PL"/>
      </w:rPr>
    </w:pPr>
    <w:r w:rsidRPr="00CE7EE0">
      <w:rPr>
        <w:rFonts w:cs="Arial"/>
        <w:sz w:val="18"/>
        <w:szCs w:val="18"/>
        <w:lang w:val="pl-PL"/>
      </w:rPr>
      <w:t xml:space="preserve">Strona </w:t>
    </w:r>
    <w:r w:rsidRPr="00CE7EE0">
      <w:rPr>
        <w:rFonts w:cs="Arial"/>
        <w:sz w:val="18"/>
        <w:szCs w:val="18"/>
        <w:lang w:val="pl-PL"/>
      </w:rPr>
      <w:fldChar w:fldCharType="begin"/>
    </w:r>
    <w:r w:rsidRPr="00CE7EE0">
      <w:rPr>
        <w:rFonts w:cs="Arial"/>
        <w:sz w:val="18"/>
        <w:szCs w:val="18"/>
        <w:lang w:val="pl-PL"/>
      </w:rPr>
      <w:instrText>PAGE  \* Arabic  \* MERGEFORMAT</w:instrText>
    </w:r>
    <w:r w:rsidRPr="00CE7EE0">
      <w:rPr>
        <w:rFonts w:cs="Arial"/>
        <w:sz w:val="18"/>
        <w:szCs w:val="18"/>
        <w:lang w:val="pl-PL"/>
      </w:rPr>
      <w:fldChar w:fldCharType="separate"/>
    </w:r>
    <w:r w:rsidR="00A0561F">
      <w:rPr>
        <w:rFonts w:cs="Arial"/>
        <w:noProof/>
        <w:sz w:val="18"/>
        <w:szCs w:val="18"/>
        <w:lang w:val="pl-PL"/>
      </w:rPr>
      <w:t>2</w:t>
    </w:r>
    <w:r w:rsidRPr="00CE7EE0">
      <w:rPr>
        <w:rFonts w:cs="Arial"/>
        <w:sz w:val="18"/>
        <w:szCs w:val="18"/>
        <w:lang w:val="pl-PL"/>
      </w:rPr>
      <w:fldChar w:fldCharType="end"/>
    </w:r>
    <w:r w:rsidRPr="00CE7EE0">
      <w:rPr>
        <w:rFonts w:cs="Arial"/>
        <w:sz w:val="18"/>
        <w:szCs w:val="18"/>
        <w:lang w:val="pl-PL"/>
      </w:rPr>
      <w:t xml:space="preserve"> z </w:t>
    </w:r>
    <w:r w:rsidRPr="00CE7EE0">
      <w:rPr>
        <w:rFonts w:cs="Arial"/>
        <w:sz w:val="18"/>
        <w:szCs w:val="18"/>
        <w:lang w:val="pl-PL"/>
      </w:rPr>
      <w:fldChar w:fldCharType="begin"/>
    </w:r>
    <w:r w:rsidRPr="00CE7EE0">
      <w:rPr>
        <w:rFonts w:cs="Arial"/>
        <w:sz w:val="18"/>
        <w:szCs w:val="18"/>
        <w:lang w:val="pl-PL"/>
      </w:rPr>
      <w:instrText>NUMPAGES  \* Arabic  \* MERGEFORMAT</w:instrText>
    </w:r>
    <w:r w:rsidRPr="00CE7EE0">
      <w:rPr>
        <w:rFonts w:cs="Arial"/>
        <w:sz w:val="18"/>
        <w:szCs w:val="18"/>
        <w:lang w:val="pl-PL"/>
      </w:rPr>
      <w:fldChar w:fldCharType="separate"/>
    </w:r>
    <w:r w:rsidR="00A0561F">
      <w:rPr>
        <w:rFonts w:cs="Arial"/>
        <w:noProof/>
        <w:sz w:val="18"/>
        <w:szCs w:val="18"/>
        <w:lang w:val="pl-PL"/>
      </w:rPr>
      <w:t>2</w:t>
    </w:r>
    <w:r w:rsidRPr="00CE7EE0">
      <w:rPr>
        <w:rFonts w:cs="Arial"/>
        <w:sz w:val="18"/>
        <w:szCs w:val="18"/>
        <w:lang w:val="pl-PL"/>
      </w:rPr>
      <w:fldChar w:fldCharType="end"/>
    </w:r>
  </w:p>
  <w:p w14:paraId="0BDDA7CF" w14:textId="77777777" w:rsidR="00B753E4" w:rsidRPr="002F28B4" w:rsidRDefault="00B753E4" w:rsidP="004A6C87">
    <w:pPr>
      <w:pStyle w:val="Stopka"/>
      <w:spacing w:before="120"/>
      <w:ind w:right="357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CA684" w14:textId="77777777" w:rsidR="00734EE2" w:rsidRDefault="00734E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622D9" w14:textId="77777777" w:rsidR="00B753E4" w:rsidRDefault="00B753E4">
      <w:r>
        <w:separator/>
      </w:r>
    </w:p>
  </w:footnote>
  <w:footnote w:type="continuationSeparator" w:id="0">
    <w:p w14:paraId="12BEBEF5" w14:textId="77777777" w:rsidR="00B753E4" w:rsidRDefault="00B753E4">
      <w:r>
        <w:continuationSeparator/>
      </w:r>
    </w:p>
  </w:footnote>
  <w:footnote w:type="continuationNotice" w:id="1">
    <w:p w14:paraId="21DFE1EE" w14:textId="77777777" w:rsidR="00B753E4" w:rsidRDefault="00B753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ABD02" w14:textId="77777777" w:rsidR="00734EE2" w:rsidRDefault="00734E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CBFE7" w14:textId="38A4576C" w:rsidR="0007094C" w:rsidRPr="0007094C" w:rsidRDefault="0007094C" w:rsidP="0007094C">
    <w:pPr>
      <w:pStyle w:val="Nagwek"/>
      <w:jc w:val="center"/>
    </w:pPr>
    <w:r w:rsidRPr="0007094C">
      <w:rPr>
        <w:sz w:val="24"/>
      </w:rPr>
      <w:t>Załącznik nr 1</w:t>
    </w:r>
    <w:r w:rsidR="008F4C62">
      <w:rPr>
        <w:sz w:val="24"/>
      </w:rPr>
      <w:t>b</w:t>
    </w:r>
  </w:p>
  <w:p w14:paraId="5E971AD6" w14:textId="77777777" w:rsidR="0007094C" w:rsidRDefault="000709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0AF02" w14:textId="46BE3E86" w:rsidR="0007094C" w:rsidRPr="0007094C" w:rsidRDefault="0007094C" w:rsidP="0007094C">
    <w:pPr>
      <w:pStyle w:val="Nagwek"/>
      <w:jc w:val="center"/>
    </w:pPr>
    <w:r w:rsidRPr="0007094C">
      <w:rPr>
        <w:sz w:val="24"/>
      </w:rPr>
      <w:t xml:space="preserve">Załącznik nr </w:t>
    </w:r>
    <w:r w:rsidR="00F40EB7">
      <w:rPr>
        <w:sz w:val="24"/>
      </w:rPr>
      <w:t>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0BDAF6E6"/>
    <w:lvl w:ilvl="0">
      <w:start w:val="1"/>
      <w:numFmt w:val="decimal"/>
      <w:pStyle w:val="Listanumerowana"/>
      <w:lvlText w:val="%1)"/>
      <w:lvlJc w:val="left"/>
      <w:pPr>
        <w:ind w:left="1040" w:hanging="360"/>
      </w:pPr>
    </w:lvl>
  </w:abstractNum>
  <w:abstractNum w:abstractNumId="1" w15:restartNumberingAfterBreak="0">
    <w:nsid w:val="0337127D"/>
    <w:multiLevelType w:val="hybridMultilevel"/>
    <w:tmpl w:val="CCA42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907C4"/>
    <w:multiLevelType w:val="hybridMultilevel"/>
    <w:tmpl w:val="04687710"/>
    <w:lvl w:ilvl="0" w:tplc="6CEC0B7E">
      <w:start w:val="1"/>
      <w:numFmt w:val="decimal"/>
      <w:pStyle w:val="Ustawa"/>
      <w:lvlText w:val="[U%1] "/>
      <w:lvlJc w:val="righ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D96FAA0">
      <w:start w:val="1"/>
      <w:numFmt w:val="decimal"/>
      <w:pStyle w:val="Ustawa"/>
      <w:lvlText w:val="[U%3] "/>
      <w:lvlJc w:val="right"/>
      <w:pPr>
        <w:ind w:left="2160" w:hanging="18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29F0"/>
    <w:multiLevelType w:val="hybridMultilevel"/>
    <w:tmpl w:val="3F145722"/>
    <w:lvl w:ilvl="0" w:tplc="0C126ABA">
      <w:start w:val="1"/>
      <w:numFmt w:val="decimal"/>
      <w:pStyle w:val="123"/>
      <w:lvlText w:val="%1)"/>
      <w:lvlJc w:val="left"/>
      <w:pPr>
        <w:ind w:left="1211" w:hanging="360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5B26951"/>
    <w:multiLevelType w:val="hybridMultilevel"/>
    <w:tmpl w:val="50BA46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453572"/>
    <w:multiLevelType w:val="multilevel"/>
    <w:tmpl w:val="1860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895FF3"/>
    <w:multiLevelType w:val="hybridMultilevel"/>
    <w:tmpl w:val="F60834F2"/>
    <w:lvl w:ilvl="0" w:tplc="442CD82C">
      <w:start w:val="1"/>
      <w:numFmt w:val="decimal"/>
      <w:pStyle w:val="Dokumentyzwizane"/>
      <w:lvlText w:val="[D%1] "/>
      <w:lvlJc w:val="right"/>
      <w:pPr>
        <w:ind w:left="1154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1A5B0C"/>
    <w:multiLevelType w:val="hybridMultilevel"/>
    <w:tmpl w:val="CAACCA7A"/>
    <w:lvl w:ilvl="0" w:tplc="11F2EBAA">
      <w:start w:val="1"/>
      <w:numFmt w:val="lowerLetter"/>
      <w:pStyle w:val="a"/>
      <w:lvlText w:val="%1)"/>
      <w:lvlJc w:val="left"/>
      <w:pPr>
        <w:ind w:left="177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60651EA"/>
    <w:multiLevelType w:val="hybridMultilevel"/>
    <w:tmpl w:val="F41EAA88"/>
    <w:lvl w:ilvl="0" w:tplc="91529426">
      <w:start w:val="1"/>
      <w:numFmt w:val="decimal"/>
      <w:lvlText w:val="[N%1]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692F11"/>
    <w:multiLevelType w:val="hybridMultilevel"/>
    <w:tmpl w:val="A9CC78CE"/>
    <w:lvl w:ilvl="0" w:tplc="0415000F">
      <w:start w:val="1"/>
      <w:numFmt w:val="decimal"/>
      <w:lvlText w:val="%1."/>
      <w:lvlJc w:val="left"/>
      <w:pPr>
        <w:tabs>
          <w:tab w:val="num" w:pos="-1228"/>
        </w:tabs>
        <w:ind w:left="-1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8"/>
        </w:tabs>
        <w:ind w:left="-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92"/>
        </w:tabs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12"/>
        </w:tabs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32"/>
        </w:tabs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52"/>
        </w:tabs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72"/>
        </w:tabs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92"/>
        </w:tabs>
        <w:ind w:left="4892" w:hanging="180"/>
      </w:pPr>
    </w:lvl>
  </w:abstractNum>
  <w:abstractNum w:abstractNumId="10" w15:restartNumberingAfterBreak="0">
    <w:nsid w:val="57701FA1"/>
    <w:multiLevelType w:val="hybridMultilevel"/>
    <w:tmpl w:val="2D1AB026"/>
    <w:lvl w:ilvl="0" w:tplc="49F6D9A2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3A3668"/>
    <w:multiLevelType w:val="hybridMultilevel"/>
    <w:tmpl w:val="EEF86A6A"/>
    <w:lvl w:ilvl="0" w:tplc="16D66C14">
      <w:start w:val="1"/>
      <w:numFmt w:val="decimal"/>
      <w:lvlText w:val="[N%1]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1473" w:hanging="360"/>
      </w:pPr>
    </w:lvl>
    <w:lvl w:ilvl="2" w:tplc="0415001B" w:tentative="1">
      <w:start w:val="1"/>
      <w:numFmt w:val="lowerRoman"/>
      <w:lvlText w:val="%3."/>
      <w:lvlJc w:val="right"/>
      <w:pPr>
        <w:ind w:left="-753" w:hanging="180"/>
      </w:pPr>
    </w:lvl>
    <w:lvl w:ilvl="3" w:tplc="0415000F" w:tentative="1">
      <w:start w:val="1"/>
      <w:numFmt w:val="decimal"/>
      <w:lvlText w:val="%4."/>
      <w:lvlJc w:val="left"/>
      <w:pPr>
        <w:ind w:left="-33" w:hanging="360"/>
      </w:pPr>
    </w:lvl>
    <w:lvl w:ilvl="4" w:tplc="04150019" w:tentative="1">
      <w:start w:val="1"/>
      <w:numFmt w:val="lowerLetter"/>
      <w:lvlText w:val="%5."/>
      <w:lvlJc w:val="left"/>
      <w:pPr>
        <w:ind w:left="687" w:hanging="360"/>
      </w:pPr>
    </w:lvl>
    <w:lvl w:ilvl="5" w:tplc="0415001B" w:tentative="1">
      <w:start w:val="1"/>
      <w:numFmt w:val="lowerRoman"/>
      <w:lvlText w:val="%6."/>
      <w:lvlJc w:val="right"/>
      <w:pPr>
        <w:ind w:left="1407" w:hanging="180"/>
      </w:pPr>
    </w:lvl>
    <w:lvl w:ilvl="6" w:tplc="0415000F" w:tentative="1">
      <w:start w:val="1"/>
      <w:numFmt w:val="decimal"/>
      <w:lvlText w:val="%7."/>
      <w:lvlJc w:val="left"/>
      <w:pPr>
        <w:ind w:left="2127" w:hanging="360"/>
      </w:pPr>
    </w:lvl>
    <w:lvl w:ilvl="7" w:tplc="04150019" w:tentative="1">
      <w:start w:val="1"/>
      <w:numFmt w:val="lowerLetter"/>
      <w:lvlText w:val="%8."/>
      <w:lvlJc w:val="left"/>
      <w:pPr>
        <w:ind w:left="2847" w:hanging="360"/>
      </w:pPr>
    </w:lvl>
    <w:lvl w:ilvl="8" w:tplc="0415001B" w:tentative="1">
      <w:start w:val="1"/>
      <w:numFmt w:val="lowerRoman"/>
      <w:lvlText w:val="%9."/>
      <w:lvlJc w:val="right"/>
      <w:pPr>
        <w:ind w:left="3567" w:hanging="180"/>
      </w:pPr>
    </w:lvl>
  </w:abstractNum>
  <w:abstractNum w:abstractNumId="12" w15:restartNumberingAfterBreak="0">
    <w:nsid w:val="631B5A34"/>
    <w:multiLevelType w:val="hybridMultilevel"/>
    <w:tmpl w:val="B4FE19E2"/>
    <w:lvl w:ilvl="0" w:tplc="E20A5BFE">
      <w:start w:val="1"/>
      <w:numFmt w:val="decimal"/>
      <w:lvlText w:val="[N%1] "/>
      <w:lvlJc w:val="right"/>
      <w:pPr>
        <w:ind w:left="1154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1473" w:hanging="360"/>
      </w:pPr>
    </w:lvl>
    <w:lvl w:ilvl="2" w:tplc="0415001B" w:tentative="1">
      <w:start w:val="1"/>
      <w:numFmt w:val="lowerRoman"/>
      <w:lvlText w:val="%3."/>
      <w:lvlJc w:val="right"/>
      <w:pPr>
        <w:ind w:left="-753" w:hanging="180"/>
      </w:pPr>
    </w:lvl>
    <w:lvl w:ilvl="3" w:tplc="0415000F" w:tentative="1">
      <w:start w:val="1"/>
      <w:numFmt w:val="decimal"/>
      <w:lvlText w:val="%4."/>
      <w:lvlJc w:val="left"/>
      <w:pPr>
        <w:ind w:left="-33" w:hanging="360"/>
      </w:pPr>
    </w:lvl>
    <w:lvl w:ilvl="4" w:tplc="04150019" w:tentative="1">
      <w:start w:val="1"/>
      <w:numFmt w:val="lowerLetter"/>
      <w:lvlText w:val="%5."/>
      <w:lvlJc w:val="left"/>
      <w:pPr>
        <w:ind w:left="687" w:hanging="360"/>
      </w:pPr>
    </w:lvl>
    <w:lvl w:ilvl="5" w:tplc="0415001B" w:tentative="1">
      <w:start w:val="1"/>
      <w:numFmt w:val="lowerRoman"/>
      <w:lvlText w:val="%6."/>
      <w:lvlJc w:val="right"/>
      <w:pPr>
        <w:ind w:left="1407" w:hanging="180"/>
      </w:pPr>
    </w:lvl>
    <w:lvl w:ilvl="6" w:tplc="0415000F" w:tentative="1">
      <w:start w:val="1"/>
      <w:numFmt w:val="decimal"/>
      <w:lvlText w:val="%7."/>
      <w:lvlJc w:val="left"/>
      <w:pPr>
        <w:ind w:left="2127" w:hanging="360"/>
      </w:pPr>
    </w:lvl>
    <w:lvl w:ilvl="7" w:tplc="04150019" w:tentative="1">
      <w:start w:val="1"/>
      <w:numFmt w:val="lowerLetter"/>
      <w:lvlText w:val="%8."/>
      <w:lvlJc w:val="left"/>
      <w:pPr>
        <w:ind w:left="2847" w:hanging="360"/>
      </w:pPr>
    </w:lvl>
    <w:lvl w:ilvl="8" w:tplc="0415001B" w:tentative="1">
      <w:start w:val="1"/>
      <w:numFmt w:val="lowerRoman"/>
      <w:lvlText w:val="%9."/>
      <w:lvlJc w:val="right"/>
      <w:pPr>
        <w:ind w:left="3567" w:hanging="180"/>
      </w:pPr>
    </w:lvl>
  </w:abstractNum>
  <w:abstractNum w:abstractNumId="13" w15:restartNumberingAfterBreak="0">
    <w:nsid w:val="68793AFB"/>
    <w:multiLevelType w:val="multilevel"/>
    <w:tmpl w:val="0D36219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orma"/>
      <w:lvlText w:val="[N%2.%3] "/>
      <w:lvlJc w:val="right"/>
      <w:pPr>
        <w:ind w:left="794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96B019E"/>
    <w:multiLevelType w:val="hybridMultilevel"/>
    <w:tmpl w:val="560E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F278A6"/>
    <w:multiLevelType w:val="hybridMultilevel"/>
    <w:tmpl w:val="AF5E3858"/>
    <w:lvl w:ilvl="0" w:tplc="2640BC3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6D7A2D73"/>
    <w:multiLevelType w:val="hybridMultilevel"/>
    <w:tmpl w:val="F12EF14C"/>
    <w:lvl w:ilvl="0" w:tplc="A6A812CA">
      <w:start w:val="1"/>
      <w:numFmt w:val="bullet"/>
      <w:pStyle w:val="Listawypunktowana"/>
      <w:lvlText w:val="–"/>
      <w:lvlJc w:val="left"/>
      <w:pPr>
        <w:ind w:left="1571" w:hanging="360"/>
      </w:pPr>
      <w:rPr>
        <w:rFonts w:ascii="Titillium" w:hAnsi="Titillium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651" w:hanging="360"/>
      </w:pPr>
    </w:lvl>
    <w:lvl w:ilvl="2" w:tplc="0415001B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6DB624E6"/>
    <w:multiLevelType w:val="hybridMultilevel"/>
    <w:tmpl w:val="FEAA6EF0"/>
    <w:lvl w:ilvl="0" w:tplc="FA82EC42">
      <w:start w:val="1"/>
      <w:numFmt w:val="bullet"/>
      <w:lvlText w:val=""/>
      <w:lvlJc w:val="left"/>
      <w:pPr>
        <w:tabs>
          <w:tab w:val="num" w:pos="-1228"/>
        </w:tabs>
        <w:ind w:left="-12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8"/>
        </w:tabs>
        <w:ind w:left="-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92"/>
        </w:tabs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12"/>
        </w:tabs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32"/>
        </w:tabs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52"/>
        </w:tabs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72"/>
        </w:tabs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92"/>
        </w:tabs>
        <w:ind w:left="4892" w:hanging="180"/>
      </w:pPr>
    </w:lvl>
  </w:abstractNum>
  <w:abstractNum w:abstractNumId="18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9" w15:restartNumberingAfterBreak="0">
    <w:nsid w:val="76D64A6B"/>
    <w:multiLevelType w:val="multilevel"/>
    <w:tmpl w:val="493E29B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B845470"/>
    <w:multiLevelType w:val="hybridMultilevel"/>
    <w:tmpl w:val="C626225E"/>
    <w:lvl w:ilvl="0" w:tplc="ECCC10F4">
      <w:start w:val="1"/>
      <w:numFmt w:val="bullet"/>
      <w:pStyle w:val="Akapitzlis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482" w:hanging="360"/>
      </w:pPr>
      <w:rPr>
        <w:rFonts w:ascii="Wingdings" w:hAnsi="Wingdings" w:hint="default"/>
      </w:rPr>
    </w:lvl>
  </w:abstractNum>
  <w:num w:numId="1" w16cid:durableId="1617564537">
    <w:abstractNumId w:val="18"/>
  </w:num>
  <w:num w:numId="2" w16cid:durableId="2069985897">
    <w:abstractNumId w:val="17"/>
  </w:num>
  <w:num w:numId="3" w16cid:durableId="1186284187">
    <w:abstractNumId w:val="9"/>
  </w:num>
  <w:num w:numId="4" w16cid:durableId="194655911">
    <w:abstractNumId w:val="11"/>
  </w:num>
  <w:num w:numId="5" w16cid:durableId="778111474">
    <w:abstractNumId w:val="6"/>
  </w:num>
  <w:num w:numId="6" w16cid:durableId="2079472099">
    <w:abstractNumId w:val="4"/>
  </w:num>
  <w:num w:numId="7" w16cid:durableId="1179154840">
    <w:abstractNumId w:val="8"/>
  </w:num>
  <w:num w:numId="8" w16cid:durableId="1638877905">
    <w:abstractNumId w:val="19"/>
  </w:num>
  <w:num w:numId="9" w16cid:durableId="2125928908">
    <w:abstractNumId w:val="10"/>
  </w:num>
  <w:num w:numId="10" w16cid:durableId="327564974">
    <w:abstractNumId w:val="15"/>
  </w:num>
  <w:num w:numId="11" w16cid:durableId="515729815">
    <w:abstractNumId w:val="14"/>
  </w:num>
  <w:num w:numId="12" w16cid:durableId="275409803">
    <w:abstractNumId w:val="5"/>
  </w:num>
  <w:num w:numId="13" w16cid:durableId="807623572">
    <w:abstractNumId w:val="1"/>
  </w:num>
  <w:num w:numId="14" w16cid:durableId="1236432945">
    <w:abstractNumId w:val="11"/>
    <w:lvlOverride w:ilvl="0">
      <w:startOverride w:val="1"/>
    </w:lvlOverride>
  </w:num>
  <w:num w:numId="15" w16cid:durableId="692149902">
    <w:abstractNumId w:val="11"/>
  </w:num>
  <w:num w:numId="16" w16cid:durableId="604117416">
    <w:abstractNumId w:val="11"/>
    <w:lvlOverride w:ilvl="0">
      <w:startOverride w:val="1"/>
    </w:lvlOverride>
  </w:num>
  <w:num w:numId="17" w16cid:durableId="1703550335">
    <w:abstractNumId w:val="2"/>
  </w:num>
  <w:num w:numId="18" w16cid:durableId="576131450">
    <w:abstractNumId w:val="11"/>
  </w:num>
  <w:num w:numId="19" w16cid:durableId="1260062073">
    <w:abstractNumId w:val="11"/>
  </w:num>
  <w:num w:numId="20" w16cid:durableId="2067799973">
    <w:abstractNumId w:val="11"/>
  </w:num>
  <w:num w:numId="21" w16cid:durableId="1707369933">
    <w:abstractNumId w:val="13"/>
  </w:num>
  <w:num w:numId="22" w16cid:durableId="2119987831">
    <w:abstractNumId w:val="13"/>
  </w:num>
  <w:num w:numId="23" w16cid:durableId="1643316477">
    <w:abstractNumId w:val="13"/>
  </w:num>
  <w:num w:numId="24" w16cid:durableId="418450982">
    <w:abstractNumId w:val="3"/>
  </w:num>
  <w:num w:numId="25" w16cid:durableId="1792818771">
    <w:abstractNumId w:val="18"/>
  </w:num>
  <w:num w:numId="26" w16cid:durableId="1221553808">
    <w:abstractNumId w:val="7"/>
  </w:num>
  <w:num w:numId="27" w16cid:durableId="599214455">
    <w:abstractNumId w:val="20"/>
  </w:num>
  <w:num w:numId="28" w16cid:durableId="1700354255">
    <w:abstractNumId w:val="0"/>
  </w:num>
  <w:num w:numId="29" w16cid:durableId="181941466">
    <w:abstractNumId w:val="0"/>
  </w:num>
  <w:num w:numId="30" w16cid:durableId="1184322153">
    <w:abstractNumId w:val="16"/>
  </w:num>
  <w:num w:numId="31" w16cid:durableId="1609049442">
    <w:abstractNumId w:val="13"/>
  </w:num>
  <w:num w:numId="32" w16cid:durableId="754319910">
    <w:abstractNumId w:val="13"/>
  </w:num>
  <w:num w:numId="33" w16cid:durableId="1027174830">
    <w:abstractNumId w:val="13"/>
  </w:num>
  <w:num w:numId="34" w16cid:durableId="149297778">
    <w:abstractNumId w:val="11"/>
  </w:num>
  <w:num w:numId="35" w16cid:durableId="207375776">
    <w:abstractNumId w:val="12"/>
  </w:num>
  <w:num w:numId="36" w16cid:durableId="762992383">
    <w:abstractNumId w:val="13"/>
  </w:num>
  <w:num w:numId="37" w16cid:durableId="979264756">
    <w:abstractNumId w:val="6"/>
  </w:num>
  <w:num w:numId="38" w16cid:durableId="1904441084">
    <w:abstractNumId w:val="6"/>
  </w:num>
  <w:num w:numId="39" w16cid:durableId="421031415">
    <w:abstractNumId w:val="6"/>
  </w:num>
  <w:num w:numId="40" w16cid:durableId="1022971708">
    <w:abstractNumId w:val="6"/>
  </w:num>
  <w:num w:numId="41" w16cid:durableId="1283612358">
    <w:abstractNumId w:val="12"/>
  </w:num>
  <w:num w:numId="42" w16cid:durableId="596599538">
    <w:abstractNumId w:val="6"/>
    <w:lvlOverride w:ilvl="0">
      <w:startOverride w:val="1"/>
    </w:lvlOverride>
  </w:num>
  <w:num w:numId="43" w16cid:durableId="183252690">
    <w:abstractNumId w:val="13"/>
  </w:num>
  <w:num w:numId="44" w16cid:durableId="887841173">
    <w:abstractNumId w:val="13"/>
  </w:num>
  <w:num w:numId="45" w16cid:durableId="198320896">
    <w:abstractNumId w:val="13"/>
  </w:num>
  <w:num w:numId="46" w16cid:durableId="2143158880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39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 fillcolor="teal" strokecolor="#9c0041">
      <v:fill color="teal"/>
      <v:stroke color="#9c0041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1B5"/>
    <w:rsid w:val="000000B4"/>
    <w:rsid w:val="00001C06"/>
    <w:rsid w:val="00001D22"/>
    <w:rsid w:val="0000239F"/>
    <w:rsid w:val="000037F5"/>
    <w:rsid w:val="00003F5B"/>
    <w:rsid w:val="000042E1"/>
    <w:rsid w:val="00005B3D"/>
    <w:rsid w:val="0000601D"/>
    <w:rsid w:val="000062A3"/>
    <w:rsid w:val="00010003"/>
    <w:rsid w:val="00013B50"/>
    <w:rsid w:val="00014EAC"/>
    <w:rsid w:val="00021319"/>
    <w:rsid w:val="00024697"/>
    <w:rsid w:val="00024D5C"/>
    <w:rsid w:val="00027CBE"/>
    <w:rsid w:val="0003178E"/>
    <w:rsid w:val="0003223C"/>
    <w:rsid w:val="000354E6"/>
    <w:rsid w:val="00035AAC"/>
    <w:rsid w:val="00036276"/>
    <w:rsid w:val="0004134C"/>
    <w:rsid w:val="00041F9B"/>
    <w:rsid w:val="000421A1"/>
    <w:rsid w:val="000425BF"/>
    <w:rsid w:val="00044FEB"/>
    <w:rsid w:val="0004535B"/>
    <w:rsid w:val="00045B4D"/>
    <w:rsid w:val="0004687B"/>
    <w:rsid w:val="000501B1"/>
    <w:rsid w:val="0005195F"/>
    <w:rsid w:val="0005197C"/>
    <w:rsid w:val="00051E7D"/>
    <w:rsid w:val="00053D24"/>
    <w:rsid w:val="000542CC"/>
    <w:rsid w:val="00055E49"/>
    <w:rsid w:val="000565ED"/>
    <w:rsid w:val="00057348"/>
    <w:rsid w:val="000603E1"/>
    <w:rsid w:val="00064D6A"/>
    <w:rsid w:val="00066B94"/>
    <w:rsid w:val="000673FB"/>
    <w:rsid w:val="00070000"/>
    <w:rsid w:val="00070093"/>
    <w:rsid w:val="000703DD"/>
    <w:rsid w:val="0007094C"/>
    <w:rsid w:val="00072186"/>
    <w:rsid w:val="0007335C"/>
    <w:rsid w:val="0007363C"/>
    <w:rsid w:val="00073A02"/>
    <w:rsid w:val="00076F1A"/>
    <w:rsid w:val="00077FCD"/>
    <w:rsid w:val="00080A56"/>
    <w:rsid w:val="00080E9D"/>
    <w:rsid w:val="00085A13"/>
    <w:rsid w:val="00086E1C"/>
    <w:rsid w:val="00087B8C"/>
    <w:rsid w:val="000905B6"/>
    <w:rsid w:val="00090ED3"/>
    <w:rsid w:val="0009154A"/>
    <w:rsid w:val="00092CA0"/>
    <w:rsid w:val="0009462A"/>
    <w:rsid w:val="00094E52"/>
    <w:rsid w:val="00096803"/>
    <w:rsid w:val="0009793F"/>
    <w:rsid w:val="000A2E4B"/>
    <w:rsid w:val="000A30CA"/>
    <w:rsid w:val="000A40D2"/>
    <w:rsid w:val="000A40D4"/>
    <w:rsid w:val="000A43C1"/>
    <w:rsid w:val="000A478B"/>
    <w:rsid w:val="000A48F4"/>
    <w:rsid w:val="000A50FC"/>
    <w:rsid w:val="000B0813"/>
    <w:rsid w:val="000B36CE"/>
    <w:rsid w:val="000B6028"/>
    <w:rsid w:val="000B6A44"/>
    <w:rsid w:val="000C06DD"/>
    <w:rsid w:val="000C5C58"/>
    <w:rsid w:val="000D0FDF"/>
    <w:rsid w:val="000D25D2"/>
    <w:rsid w:val="000D520B"/>
    <w:rsid w:val="000D5FD6"/>
    <w:rsid w:val="000D6940"/>
    <w:rsid w:val="000E0AA1"/>
    <w:rsid w:val="000E1C27"/>
    <w:rsid w:val="000E2C69"/>
    <w:rsid w:val="000E4B8B"/>
    <w:rsid w:val="000E59BA"/>
    <w:rsid w:val="000E6336"/>
    <w:rsid w:val="000E7804"/>
    <w:rsid w:val="000F3643"/>
    <w:rsid w:val="000F5062"/>
    <w:rsid w:val="000F767B"/>
    <w:rsid w:val="000F789F"/>
    <w:rsid w:val="00100648"/>
    <w:rsid w:val="00100859"/>
    <w:rsid w:val="00101C85"/>
    <w:rsid w:val="00102313"/>
    <w:rsid w:val="00103518"/>
    <w:rsid w:val="001040EF"/>
    <w:rsid w:val="001073C3"/>
    <w:rsid w:val="00107E45"/>
    <w:rsid w:val="00107F5F"/>
    <w:rsid w:val="0011115C"/>
    <w:rsid w:val="0011135C"/>
    <w:rsid w:val="00111406"/>
    <w:rsid w:val="001123E6"/>
    <w:rsid w:val="00112429"/>
    <w:rsid w:val="001125F0"/>
    <w:rsid w:val="001136A8"/>
    <w:rsid w:val="00114432"/>
    <w:rsid w:val="00114865"/>
    <w:rsid w:val="00115167"/>
    <w:rsid w:val="001151C3"/>
    <w:rsid w:val="0011628F"/>
    <w:rsid w:val="0011660C"/>
    <w:rsid w:val="001177BB"/>
    <w:rsid w:val="00120FE6"/>
    <w:rsid w:val="0012145E"/>
    <w:rsid w:val="001221E3"/>
    <w:rsid w:val="001237FC"/>
    <w:rsid w:val="001252F4"/>
    <w:rsid w:val="00132177"/>
    <w:rsid w:val="00132526"/>
    <w:rsid w:val="001327FB"/>
    <w:rsid w:val="0013298F"/>
    <w:rsid w:val="00132A21"/>
    <w:rsid w:val="00134F80"/>
    <w:rsid w:val="00136098"/>
    <w:rsid w:val="00136180"/>
    <w:rsid w:val="00136716"/>
    <w:rsid w:val="00137B4F"/>
    <w:rsid w:val="00137BCC"/>
    <w:rsid w:val="001416C3"/>
    <w:rsid w:val="00141A35"/>
    <w:rsid w:val="00143BB3"/>
    <w:rsid w:val="00143D07"/>
    <w:rsid w:val="00145781"/>
    <w:rsid w:val="0014589C"/>
    <w:rsid w:val="0014653B"/>
    <w:rsid w:val="0014688C"/>
    <w:rsid w:val="00150E4C"/>
    <w:rsid w:val="0015232D"/>
    <w:rsid w:val="00154A0A"/>
    <w:rsid w:val="00154FB7"/>
    <w:rsid w:val="001553BA"/>
    <w:rsid w:val="00156578"/>
    <w:rsid w:val="001565E1"/>
    <w:rsid w:val="0015738C"/>
    <w:rsid w:val="00160C76"/>
    <w:rsid w:val="00161EFC"/>
    <w:rsid w:val="00163C51"/>
    <w:rsid w:val="00164703"/>
    <w:rsid w:val="001647C2"/>
    <w:rsid w:val="00165235"/>
    <w:rsid w:val="00173A4F"/>
    <w:rsid w:val="00173D8F"/>
    <w:rsid w:val="00174897"/>
    <w:rsid w:val="0017498F"/>
    <w:rsid w:val="001769B4"/>
    <w:rsid w:val="00176BDD"/>
    <w:rsid w:val="0017737E"/>
    <w:rsid w:val="00180E24"/>
    <w:rsid w:val="0018104E"/>
    <w:rsid w:val="00181063"/>
    <w:rsid w:val="00181140"/>
    <w:rsid w:val="001818F9"/>
    <w:rsid w:val="001829D7"/>
    <w:rsid w:val="00184829"/>
    <w:rsid w:val="00184ECD"/>
    <w:rsid w:val="00186DE6"/>
    <w:rsid w:val="00191571"/>
    <w:rsid w:val="00192C34"/>
    <w:rsid w:val="00193A98"/>
    <w:rsid w:val="001966C9"/>
    <w:rsid w:val="0019672C"/>
    <w:rsid w:val="00197B26"/>
    <w:rsid w:val="00197FAE"/>
    <w:rsid w:val="001A2877"/>
    <w:rsid w:val="001A3060"/>
    <w:rsid w:val="001A32AD"/>
    <w:rsid w:val="001A444E"/>
    <w:rsid w:val="001A61D7"/>
    <w:rsid w:val="001B077B"/>
    <w:rsid w:val="001B225A"/>
    <w:rsid w:val="001B32B3"/>
    <w:rsid w:val="001B343B"/>
    <w:rsid w:val="001B3ACE"/>
    <w:rsid w:val="001B3F6F"/>
    <w:rsid w:val="001B6F62"/>
    <w:rsid w:val="001B7048"/>
    <w:rsid w:val="001B7919"/>
    <w:rsid w:val="001C04F2"/>
    <w:rsid w:val="001C0E00"/>
    <w:rsid w:val="001C0E28"/>
    <w:rsid w:val="001C2AC2"/>
    <w:rsid w:val="001C305D"/>
    <w:rsid w:val="001C3715"/>
    <w:rsid w:val="001C3875"/>
    <w:rsid w:val="001C4264"/>
    <w:rsid w:val="001C4EE5"/>
    <w:rsid w:val="001C516C"/>
    <w:rsid w:val="001C65B8"/>
    <w:rsid w:val="001C7BB7"/>
    <w:rsid w:val="001D0A42"/>
    <w:rsid w:val="001D1C48"/>
    <w:rsid w:val="001D22C5"/>
    <w:rsid w:val="001D392A"/>
    <w:rsid w:val="001D5A38"/>
    <w:rsid w:val="001D6446"/>
    <w:rsid w:val="001D66D1"/>
    <w:rsid w:val="001D68B2"/>
    <w:rsid w:val="001E1966"/>
    <w:rsid w:val="001E1C3A"/>
    <w:rsid w:val="001E2663"/>
    <w:rsid w:val="001E3EA2"/>
    <w:rsid w:val="001E3F91"/>
    <w:rsid w:val="001E4ECF"/>
    <w:rsid w:val="001E5988"/>
    <w:rsid w:val="001E678F"/>
    <w:rsid w:val="001E6D73"/>
    <w:rsid w:val="001E7A0E"/>
    <w:rsid w:val="001F0C01"/>
    <w:rsid w:val="001F368E"/>
    <w:rsid w:val="001F3C08"/>
    <w:rsid w:val="001F41D4"/>
    <w:rsid w:val="001F45E9"/>
    <w:rsid w:val="001F5256"/>
    <w:rsid w:val="001F57C9"/>
    <w:rsid w:val="001F6DD5"/>
    <w:rsid w:val="001F735D"/>
    <w:rsid w:val="00200EA3"/>
    <w:rsid w:val="002012F8"/>
    <w:rsid w:val="00203505"/>
    <w:rsid w:val="00206192"/>
    <w:rsid w:val="00211E93"/>
    <w:rsid w:val="00212EEB"/>
    <w:rsid w:val="00214B66"/>
    <w:rsid w:val="00215875"/>
    <w:rsid w:val="0021671C"/>
    <w:rsid w:val="00216FEC"/>
    <w:rsid w:val="00217987"/>
    <w:rsid w:val="00217D39"/>
    <w:rsid w:val="002204A7"/>
    <w:rsid w:val="00222E19"/>
    <w:rsid w:val="00224BBB"/>
    <w:rsid w:val="00230BD0"/>
    <w:rsid w:val="00231586"/>
    <w:rsid w:val="0023173E"/>
    <w:rsid w:val="00231EC4"/>
    <w:rsid w:val="00232FEA"/>
    <w:rsid w:val="00233C29"/>
    <w:rsid w:val="002349FA"/>
    <w:rsid w:val="00234C3D"/>
    <w:rsid w:val="00234E63"/>
    <w:rsid w:val="002356AA"/>
    <w:rsid w:val="00237268"/>
    <w:rsid w:val="00240F83"/>
    <w:rsid w:val="00242DD1"/>
    <w:rsid w:val="00242FD2"/>
    <w:rsid w:val="00243241"/>
    <w:rsid w:val="00243779"/>
    <w:rsid w:val="00243CFA"/>
    <w:rsid w:val="002449C6"/>
    <w:rsid w:val="002455FE"/>
    <w:rsid w:val="00245615"/>
    <w:rsid w:val="002460F4"/>
    <w:rsid w:val="002478B8"/>
    <w:rsid w:val="00247CD3"/>
    <w:rsid w:val="00250316"/>
    <w:rsid w:val="00250D1E"/>
    <w:rsid w:val="0025122C"/>
    <w:rsid w:val="002525D2"/>
    <w:rsid w:val="002534BE"/>
    <w:rsid w:val="00260C91"/>
    <w:rsid w:val="00261530"/>
    <w:rsid w:val="00261E86"/>
    <w:rsid w:val="00262F9A"/>
    <w:rsid w:val="0026311D"/>
    <w:rsid w:val="0026403B"/>
    <w:rsid w:val="00264B28"/>
    <w:rsid w:val="002654CF"/>
    <w:rsid w:val="0026564E"/>
    <w:rsid w:val="002659C3"/>
    <w:rsid w:val="0026719A"/>
    <w:rsid w:val="0026743B"/>
    <w:rsid w:val="00270DAE"/>
    <w:rsid w:val="002715C1"/>
    <w:rsid w:val="0027662A"/>
    <w:rsid w:val="00277A81"/>
    <w:rsid w:val="00280009"/>
    <w:rsid w:val="00280AFA"/>
    <w:rsid w:val="00280DA8"/>
    <w:rsid w:val="00281F3B"/>
    <w:rsid w:val="00282114"/>
    <w:rsid w:val="002836CF"/>
    <w:rsid w:val="002849E0"/>
    <w:rsid w:val="00285541"/>
    <w:rsid w:val="0028632F"/>
    <w:rsid w:val="00286BBA"/>
    <w:rsid w:val="00293FC7"/>
    <w:rsid w:val="0029431F"/>
    <w:rsid w:val="00294902"/>
    <w:rsid w:val="00295FE3"/>
    <w:rsid w:val="0029635F"/>
    <w:rsid w:val="002974BD"/>
    <w:rsid w:val="002A0084"/>
    <w:rsid w:val="002A12BA"/>
    <w:rsid w:val="002A2C72"/>
    <w:rsid w:val="002A356F"/>
    <w:rsid w:val="002B154E"/>
    <w:rsid w:val="002B23AD"/>
    <w:rsid w:val="002B4B2A"/>
    <w:rsid w:val="002B6F06"/>
    <w:rsid w:val="002B7A4D"/>
    <w:rsid w:val="002C0A8B"/>
    <w:rsid w:val="002C217B"/>
    <w:rsid w:val="002C28F3"/>
    <w:rsid w:val="002C2CD8"/>
    <w:rsid w:val="002C30B2"/>
    <w:rsid w:val="002C402F"/>
    <w:rsid w:val="002C4814"/>
    <w:rsid w:val="002C6A07"/>
    <w:rsid w:val="002C6BA3"/>
    <w:rsid w:val="002D0BFA"/>
    <w:rsid w:val="002D1B8A"/>
    <w:rsid w:val="002D20D1"/>
    <w:rsid w:val="002D34FC"/>
    <w:rsid w:val="002D4257"/>
    <w:rsid w:val="002D5F1C"/>
    <w:rsid w:val="002E35D4"/>
    <w:rsid w:val="002E3C6D"/>
    <w:rsid w:val="002E5FE3"/>
    <w:rsid w:val="002E7827"/>
    <w:rsid w:val="002E7F5B"/>
    <w:rsid w:val="002F0BE3"/>
    <w:rsid w:val="002F129F"/>
    <w:rsid w:val="002F170F"/>
    <w:rsid w:val="002F1A0D"/>
    <w:rsid w:val="002F28B4"/>
    <w:rsid w:val="002F2F6B"/>
    <w:rsid w:val="002F3754"/>
    <w:rsid w:val="002F3919"/>
    <w:rsid w:val="002F5D05"/>
    <w:rsid w:val="002F66BC"/>
    <w:rsid w:val="002F68E9"/>
    <w:rsid w:val="002F7ADA"/>
    <w:rsid w:val="00300E47"/>
    <w:rsid w:val="00302020"/>
    <w:rsid w:val="00303467"/>
    <w:rsid w:val="00303D8C"/>
    <w:rsid w:val="00304C77"/>
    <w:rsid w:val="00304CF1"/>
    <w:rsid w:val="0030597A"/>
    <w:rsid w:val="00305A06"/>
    <w:rsid w:val="0030613A"/>
    <w:rsid w:val="00306296"/>
    <w:rsid w:val="00306A7E"/>
    <w:rsid w:val="00306AEA"/>
    <w:rsid w:val="003072EA"/>
    <w:rsid w:val="00307DE5"/>
    <w:rsid w:val="00310A07"/>
    <w:rsid w:val="00310FBB"/>
    <w:rsid w:val="00311A55"/>
    <w:rsid w:val="003122BC"/>
    <w:rsid w:val="00312825"/>
    <w:rsid w:val="00313615"/>
    <w:rsid w:val="0031372D"/>
    <w:rsid w:val="0031436B"/>
    <w:rsid w:val="003148D7"/>
    <w:rsid w:val="00315EE2"/>
    <w:rsid w:val="00320342"/>
    <w:rsid w:val="00321771"/>
    <w:rsid w:val="00321964"/>
    <w:rsid w:val="003228E7"/>
    <w:rsid w:val="003251F3"/>
    <w:rsid w:val="00325BE1"/>
    <w:rsid w:val="00325F2F"/>
    <w:rsid w:val="0032780A"/>
    <w:rsid w:val="003279F6"/>
    <w:rsid w:val="00327EE7"/>
    <w:rsid w:val="00331409"/>
    <w:rsid w:val="003331CD"/>
    <w:rsid w:val="00335342"/>
    <w:rsid w:val="003356CE"/>
    <w:rsid w:val="0033611D"/>
    <w:rsid w:val="00337C68"/>
    <w:rsid w:val="00340317"/>
    <w:rsid w:val="003407EC"/>
    <w:rsid w:val="00340F54"/>
    <w:rsid w:val="0034265C"/>
    <w:rsid w:val="003446D2"/>
    <w:rsid w:val="00347277"/>
    <w:rsid w:val="00350806"/>
    <w:rsid w:val="00351C98"/>
    <w:rsid w:val="003524BB"/>
    <w:rsid w:val="00352B63"/>
    <w:rsid w:val="00352CAC"/>
    <w:rsid w:val="00353C3B"/>
    <w:rsid w:val="00354372"/>
    <w:rsid w:val="00355599"/>
    <w:rsid w:val="003569AF"/>
    <w:rsid w:val="00366EA6"/>
    <w:rsid w:val="00367E92"/>
    <w:rsid w:val="00371879"/>
    <w:rsid w:val="00374E04"/>
    <w:rsid w:val="00375C44"/>
    <w:rsid w:val="003773BC"/>
    <w:rsid w:val="00380350"/>
    <w:rsid w:val="0038237F"/>
    <w:rsid w:val="00382DB6"/>
    <w:rsid w:val="00383D83"/>
    <w:rsid w:val="00385017"/>
    <w:rsid w:val="0038577E"/>
    <w:rsid w:val="0038717F"/>
    <w:rsid w:val="003875F8"/>
    <w:rsid w:val="00387FA4"/>
    <w:rsid w:val="00390486"/>
    <w:rsid w:val="00390DFF"/>
    <w:rsid w:val="00392F0A"/>
    <w:rsid w:val="00393ADF"/>
    <w:rsid w:val="00394BF2"/>
    <w:rsid w:val="00395EBC"/>
    <w:rsid w:val="00396684"/>
    <w:rsid w:val="003969AD"/>
    <w:rsid w:val="003A267C"/>
    <w:rsid w:val="003A3430"/>
    <w:rsid w:val="003A55FD"/>
    <w:rsid w:val="003A6056"/>
    <w:rsid w:val="003A6E8C"/>
    <w:rsid w:val="003A72B6"/>
    <w:rsid w:val="003A760B"/>
    <w:rsid w:val="003B15F3"/>
    <w:rsid w:val="003B1E9D"/>
    <w:rsid w:val="003B331D"/>
    <w:rsid w:val="003B38EF"/>
    <w:rsid w:val="003B4F5F"/>
    <w:rsid w:val="003B5136"/>
    <w:rsid w:val="003B5B14"/>
    <w:rsid w:val="003B6CA7"/>
    <w:rsid w:val="003B739E"/>
    <w:rsid w:val="003C08A4"/>
    <w:rsid w:val="003C08B7"/>
    <w:rsid w:val="003C19A3"/>
    <w:rsid w:val="003C1C9E"/>
    <w:rsid w:val="003C1F63"/>
    <w:rsid w:val="003C2ED7"/>
    <w:rsid w:val="003C315A"/>
    <w:rsid w:val="003C6367"/>
    <w:rsid w:val="003C69A8"/>
    <w:rsid w:val="003C6A40"/>
    <w:rsid w:val="003C6BDF"/>
    <w:rsid w:val="003C7E11"/>
    <w:rsid w:val="003D0C40"/>
    <w:rsid w:val="003D0EB3"/>
    <w:rsid w:val="003D328A"/>
    <w:rsid w:val="003D3694"/>
    <w:rsid w:val="003D4FA8"/>
    <w:rsid w:val="003D518A"/>
    <w:rsid w:val="003D5894"/>
    <w:rsid w:val="003D5D02"/>
    <w:rsid w:val="003D5D14"/>
    <w:rsid w:val="003D739F"/>
    <w:rsid w:val="003E050B"/>
    <w:rsid w:val="003E0E8E"/>
    <w:rsid w:val="003E2882"/>
    <w:rsid w:val="003E3EA5"/>
    <w:rsid w:val="003F017F"/>
    <w:rsid w:val="003F28F1"/>
    <w:rsid w:val="003F3284"/>
    <w:rsid w:val="003F3B52"/>
    <w:rsid w:val="003F7A34"/>
    <w:rsid w:val="004005A8"/>
    <w:rsid w:val="00400621"/>
    <w:rsid w:val="0040168C"/>
    <w:rsid w:val="00404536"/>
    <w:rsid w:val="00404856"/>
    <w:rsid w:val="0040525A"/>
    <w:rsid w:val="00405B2B"/>
    <w:rsid w:val="00406E87"/>
    <w:rsid w:val="00407534"/>
    <w:rsid w:val="00407BF8"/>
    <w:rsid w:val="00407D64"/>
    <w:rsid w:val="0041262D"/>
    <w:rsid w:val="00414975"/>
    <w:rsid w:val="00414EA8"/>
    <w:rsid w:val="004153F7"/>
    <w:rsid w:val="00415A4C"/>
    <w:rsid w:val="00417AC1"/>
    <w:rsid w:val="004203BB"/>
    <w:rsid w:val="00420427"/>
    <w:rsid w:val="004209F1"/>
    <w:rsid w:val="00423230"/>
    <w:rsid w:val="004236D1"/>
    <w:rsid w:val="00425450"/>
    <w:rsid w:val="004257DF"/>
    <w:rsid w:val="0042751D"/>
    <w:rsid w:val="00427585"/>
    <w:rsid w:val="00427C47"/>
    <w:rsid w:val="00427E23"/>
    <w:rsid w:val="00430361"/>
    <w:rsid w:val="00431FA8"/>
    <w:rsid w:val="0043311C"/>
    <w:rsid w:val="004336F6"/>
    <w:rsid w:val="00433B78"/>
    <w:rsid w:val="00435A0E"/>
    <w:rsid w:val="004364CB"/>
    <w:rsid w:val="00436B09"/>
    <w:rsid w:val="004377C5"/>
    <w:rsid w:val="00440A32"/>
    <w:rsid w:val="004441E4"/>
    <w:rsid w:val="00445321"/>
    <w:rsid w:val="004463E2"/>
    <w:rsid w:val="00446F84"/>
    <w:rsid w:val="00447723"/>
    <w:rsid w:val="0044788E"/>
    <w:rsid w:val="00450016"/>
    <w:rsid w:val="0045042F"/>
    <w:rsid w:val="00451F05"/>
    <w:rsid w:val="00453292"/>
    <w:rsid w:val="00453A43"/>
    <w:rsid w:val="0045499C"/>
    <w:rsid w:val="00455CB7"/>
    <w:rsid w:val="004571C4"/>
    <w:rsid w:val="00457EEE"/>
    <w:rsid w:val="00461C30"/>
    <w:rsid w:val="00465CED"/>
    <w:rsid w:val="0046657D"/>
    <w:rsid w:val="004673E7"/>
    <w:rsid w:val="00467C35"/>
    <w:rsid w:val="004720AE"/>
    <w:rsid w:val="00472EE2"/>
    <w:rsid w:val="004743BF"/>
    <w:rsid w:val="00477267"/>
    <w:rsid w:val="00477D43"/>
    <w:rsid w:val="004809A0"/>
    <w:rsid w:val="00482E1C"/>
    <w:rsid w:val="00484DE0"/>
    <w:rsid w:val="004859E2"/>
    <w:rsid w:val="00485EC3"/>
    <w:rsid w:val="00486851"/>
    <w:rsid w:val="004868F3"/>
    <w:rsid w:val="00487776"/>
    <w:rsid w:val="00487BF6"/>
    <w:rsid w:val="0049046C"/>
    <w:rsid w:val="00490BA2"/>
    <w:rsid w:val="004926F4"/>
    <w:rsid w:val="00493A40"/>
    <w:rsid w:val="0049465C"/>
    <w:rsid w:val="004950DC"/>
    <w:rsid w:val="00495A5C"/>
    <w:rsid w:val="004979EA"/>
    <w:rsid w:val="004A1456"/>
    <w:rsid w:val="004A1B7D"/>
    <w:rsid w:val="004A1E7B"/>
    <w:rsid w:val="004A2005"/>
    <w:rsid w:val="004A20D5"/>
    <w:rsid w:val="004A3C8C"/>
    <w:rsid w:val="004A4BFD"/>
    <w:rsid w:val="004A6986"/>
    <w:rsid w:val="004A6C87"/>
    <w:rsid w:val="004B1A69"/>
    <w:rsid w:val="004B37DA"/>
    <w:rsid w:val="004B3D2A"/>
    <w:rsid w:val="004B4F2E"/>
    <w:rsid w:val="004B63F8"/>
    <w:rsid w:val="004B78BF"/>
    <w:rsid w:val="004C0079"/>
    <w:rsid w:val="004C1446"/>
    <w:rsid w:val="004C3A89"/>
    <w:rsid w:val="004C4051"/>
    <w:rsid w:val="004C6FF6"/>
    <w:rsid w:val="004D17F6"/>
    <w:rsid w:val="004D19AF"/>
    <w:rsid w:val="004D1F08"/>
    <w:rsid w:val="004D270D"/>
    <w:rsid w:val="004D2D9C"/>
    <w:rsid w:val="004D3481"/>
    <w:rsid w:val="004D3641"/>
    <w:rsid w:val="004D409F"/>
    <w:rsid w:val="004D40D8"/>
    <w:rsid w:val="004D4577"/>
    <w:rsid w:val="004D5697"/>
    <w:rsid w:val="004D6B09"/>
    <w:rsid w:val="004D7893"/>
    <w:rsid w:val="004D79A9"/>
    <w:rsid w:val="004E17AA"/>
    <w:rsid w:val="004E2225"/>
    <w:rsid w:val="004E3334"/>
    <w:rsid w:val="004E35F3"/>
    <w:rsid w:val="004E5EE2"/>
    <w:rsid w:val="004E6546"/>
    <w:rsid w:val="004E675D"/>
    <w:rsid w:val="004E7418"/>
    <w:rsid w:val="004E766A"/>
    <w:rsid w:val="004F14E5"/>
    <w:rsid w:val="004F1919"/>
    <w:rsid w:val="004F4C78"/>
    <w:rsid w:val="004F4D21"/>
    <w:rsid w:val="004F5F67"/>
    <w:rsid w:val="004F63FB"/>
    <w:rsid w:val="004F7906"/>
    <w:rsid w:val="004F7C92"/>
    <w:rsid w:val="005010F2"/>
    <w:rsid w:val="00501A45"/>
    <w:rsid w:val="00501A56"/>
    <w:rsid w:val="00502983"/>
    <w:rsid w:val="00503909"/>
    <w:rsid w:val="005042B8"/>
    <w:rsid w:val="005046D7"/>
    <w:rsid w:val="00504FCA"/>
    <w:rsid w:val="005050A9"/>
    <w:rsid w:val="0050548B"/>
    <w:rsid w:val="0051275A"/>
    <w:rsid w:val="00512D1C"/>
    <w:rsid w:val="005142FA"/>
    <w:rsid w:val="00516204"/>
    <w:rsid w:val="00521D76"/>
    <w:rsid w:val="00523ADF"/>
    <w:rsid w:val="00527E59"/>
    <w:rsid w:val="00527E8C"/>
    <w:rsid w:val="005304D1"/>
    <w:rsid w:val="00530E8B"/>
    <w:rsid w:val="00531089"/>
    <w:rsid w:val="0053195E"/>
    <w:rsid w:val="00531ABE"/>
    <w:rsid w:val="00531BDD"/>
    <w:rsid w:val="0053228A"/>
    <w:rsid w:val="00535DE6"/>
    <w:rsid w:val="0054039C"/>
    <w:rsid w:val="00541BB4"/>
    <w:rsid w:val="0054354C"/>
    <w:rsid w:val="005457C6"/>
    <w:rsid w:val="00545938"/>
    <w:rsid w:val="00545FCE"/>
    <w:rsid w:val="00547008"/>
    <w:rsid w:val="00547AE6"/>
    <w:rsid w:val="00547AFD"/>
    <w:rsid w:val="005539E3"/>
    <w:rsid w:val="00554178"/>
    <w:rsid w:val="00554891"/>
    <w:rsid w:val="005548B3"/>
    <w:rsid w:val="00554A98"/>
    <w:rsid w:val="00555235"/>
    <w:rsid w:val="00555B0D"/>
    <w:rsid w:val="00555CF4"/>
    <w:rsid w:val="00556161"/>
    <w:rsid w:val="00556907"/>
    <w:rsid w:val="00557065"/>
    <w:rsid w:val="005576B1"/>
    <w:rsid w:val="00560540"/>
    <w:rsid w:val="005629AB"/>
    <w:rsid w:val="00562E9F"/>
    <w:rsid w:val="005631E3"/>
    <w:rsid w:val="005635FB"/>
    <w:rsid w:val="00563AD8"/>
    <w:rsid w:val="005641F0"/>
    <w:rsid w:val="00565C26"/>
    <w:rsid w:val="00565E28"/>
    <w:rsid w:val="005665B9"/>
    <w:rsid w:val="005665DB"/>
    <w:rsid w:val="00566982"/>
    <w:rsid w:val="005716B7"/>
    <w:rsid w:val="00575970"/>
    <w:rsid w:val="00575C4A"/>
    <w:rsid w:val="00575F86"/>
    <w:rsid w:val="005761E1"/>
    <w:rsid w:val="005761E6"/>
    <w:rsid w:val="00576879"/>
    <w:rsid w:val="0058032B"/>
    <w:rsid w:val="00582147"/>
    <w:rsid w:val="00582C1D"/>
    <w:rsid w:val="00584278"/>
    <w:rsid w:val="005847B3"/>
    <w:rsid w:val="00585737"/>
    <w:rsid w:val="00585A70"/>
    <w:rsid w:val="00587563"/>
    <w:rsid w:val="00593F5D"/>
    <w:rsid w:val="00594129"/>
    <w:rsid w:val="00596155"/>
    <w:rsid w:val="0059673E"/>
    <w:rsid w:val="005A129D"/>
    <w:rsid w:val="005A19DB"/>
    <w:rsid w:val="005A1FE4"/>
    <w:rsid w:val="005A29E6"/>
    <w:rsid w:val="005A2F22"/>
    <w:rsid w:val="005A36B5"/>
    <w:rsid w:val="005A4462"/>
    <w:rsid w:val="005A4699"/>
    <w:rsid w:val="005A4761"/>
    <w:rsid w:val="005A521D"/>
    <w:rsid w:val="005A5EA4"/>
    <w:rsid w:val="005A750D"/>
    <w:rsid w:val="005A76B8"/>
    <w:rsid w:val="005B0591"/>
    <w:rsid w:val="005B064E"/>
    <w:rsid w:val="005B125B"/>
    <w:rsid w:val="005B13BE"/>
    <w:rsid w:val="005B2C7E"/>
    <w:rsid w:val="005B35BE"/>
    <w:rsid w:val="005B4816"/>
    <w:rsid w:val="005B79C5"/>
    <w:rsid w:val="005B7F85"/>
    <w:rsid w:val="005C16BC"/>
    <w:rsid w:val="005C1D60"/>
    <w:rsid w:val="005C3F4E"/>
    <w:rsid w:val="005C41AC"/>
    <w:rsid w:val="005D1AD3"/>
    <w:rsid w:val="005D25DF"/>
    <w:rsid w:val="005D7060"/>
    <w:rsid w:val="005E059B"/>
    <w:rsid w:val="005E21AC"/>
    <w:rsid w:val="005E22A9"/>
    <w:rsid w:val="005E238C"/>
    <w:rsid w:val="005E2A59"/>
    <w:rsid w:val="005E3DEF"/>
    <w:rsid w:val="005E436A"/>
    <w:rsid w:val="005E48BD"/>
    <w:rsid w:val="005E5FC0"/>
    <w:rsid w:val="005E69F7"/>
    <w:rsid w:val="005E6CFB"/>
    <w:rsid w:val="005E77C7"/>
    <w:rsid w:val="005F13FB"/>
    <w:rsid w:val="005F1715"/>
    <w:rsid w:val="005F2AFA"/>
    <w:rsid w:val="005F35C9"/>
    <w:rsid w:val="005F3E0A"/>
    <w:rsid w:val="005F5C01"/>
    <w:rsid w:val="005F5FBE"/>
    <w:rsid w:val="005F6198"/>
    <w:rsid w:val="005F6711"/>
    <w:rsid w:val="005F79CB"/>
    <w:rsid w:val="005F7D0B"/>
    <w:rsid w:val="00600C0F"/>
    <w:rsid w:val="0060147B"/>
    <w:rsid w:val="00602B8A"/>
    <w:rsid w:val="00604B43"/>
    <w:rsid w:val="00604F33"/>
    <w:rsid w:val="006053C4"/>
    <w:rsid w:val="0060714D"/>
    <w:rsid w:val="00607D69"/>
    <w:rsid w:val="00610EDC"/>
    <w:rsid w:val="00611B64"/>
    <w:rsid w:val="00612473"/>
    <w:rsid w:val="00612F40"/>
    <w:rsid w:val="006135EF"/>
    <w:rsid w:val="00615FD1"/>
    <w:rsid w:val="00616B13"/>
    <w:rsid w:val="00623468"/>
    <w:rsid w:val="00624886"/>
    <w:rsid w:val="006248FB"/>
    <w:rsid w:val="006253F1"/>
    <w:rsid w:val="00625794"/>
    <w:rsid w:val="00625DC4"/>
    <w:rsid w:val="0062612D"/>
    <w:rsid w:val="00627400"/>
    <w:rsid w:val="00630A67"/>
    <w:rsid w:val="006313DC"/>
    <w:rsid w:val="006321ED"/>
    <w:rsid w:val="006322EA"/>
    <w:rsid w:val="006354D7"/>
    <w:rsid w:val="00635A49"/>
    <w:rsid w:val="00635FAC"/>
    <w:rsid w:val="00637906"/>
    <w:rsid w:val="00637AB7"/>
    <w:rsid w:val="00640170"/>
    <w:rsid w:val="0064089B"/>
    <w:rsid w:val="006409AA"/>
    <w:rsid w:val="00640CBB"/>
    <w:rsid w:val="0064189C"/>
    <w:rsid w:val="00641AF0"/>
    <w:rsid w:val="00642EB4"/>
    <w:rsid w:val="00646564"/>
    <w:rsid w:val="00646C03"/>
    <w:rsid w:val="00647E05"/>
    <w:rsid w:val="00647F5C"/>
    <w:rsid w:val="00651371"/>
    <w:rsid w:val="00651E8A"/>
    <w:rsid w:val="00652FCF"/>
    <w:rsid w:val="0065329D"/>
    <w:rsid w:val="006535FE"/>
    <w:rsid w:val="00660395"/>
    <w:rsid w:val="00665879"/>
    <w:rsid w:val="00665E36"/>
    <w:rsid w:val="0066666F"/>
    <w:rsid w:val="00666A9A"/>
    <w:rsid w:val="0066740A"/>
    <w:rsid w:val="0066797D"/>
    <w:rsid w:val="00670F1C"/>
    <w:rsid w:val="00671B26"/>
    <w:rsid w:val="006744CC"/>
    <w:rsid w:val="006752E2"/>
    <w:rsid w:val="00675706"/>
    <w:rsid w:val="00677FB8"/>
    <w:rsid w:val="00680201"/>
    <w:rsid w:val="00680650"/>
    <w:rsid w:val="00681E10"/>
    <w:rsid w:val="00681E3A"/>
    <w:rsid w:val="006830CC"/>
    <w:rsid w:val="0068350A"/>
    <w:rsid w:val="0068465C"/>
    <w:rsid w:val="00684CF7"/>
    <w:rsid w:val="00685B47"/>
    <w:rsid w:val="006861CF"/>
    <w:rsid w:val="00687DE9"/>
    <w:rsid w:val="00690467"/>
    <w:rsid w:val="0069145C"/>
    <w:rsid w:val="00691FA6"/>
    <w:rsid w:val="0069204A"/>
    <w:rsid w:val="006927D7"/>
    <w:rsid w:val="00694BA0"/>
    <w:rsid w:val="0069530C"/>
    <w:rsid w:val="00696063"/>
    <w:rsid w:val="00696DAD"/>
    <w:rsid w:val="00697B34"/>
    <w:rsid w:val="006A08A1"/>
    <w:rsid w:val="006A19C1"/>
    <w:rsid w:val="006A1ABD"/>
    <w:rsid w:val="006A25E0"/>
    <w:rsid w:val="006A2DC6"/>
    <w:rsid w:val="006A4989"/>
    <w:rsid w:val="006A4BAD"/>
    <w:rsid w:val="006A6400"/>
    <w:rsid w:val="006A6BFD"/>
    <w:rsid w:val="006A7503"/>
    <w:rsid w:val="006A7673"/>
    <w:rsid w:val="006B2099"/>
    <w:rsid w:val="006B26B6"/>
    <w:rsid w:val="006B337B"/>
    <w:rsid w:val="006B43E0"/>
    <w:rsid w:val="006B4699"/>
    <w:rsid w:val="006B4C75"/>
    <w:rsid w:val="006B5EEF"/>
    <w:rsid w:val="006B6F04"/>
    <w:rsid w:val="006C0766"/>
    <w:rsid w:val="006C16EF"/>
    <w:rsid w:val="006C254B"/>
    <w:rsid w:val="006C34AE"/>
    <w:rsid w:val="006C5512"/>
    <w:rsid w:val="006C606E"/>
    <w:rsid w:val="006C6216"/>
    <w:rsid w:val="006C69CA"/>
    <w:rsid w:val="006D0711"/>
    <w:rsid w:val="006D0C3C"/>
    <w:rsid w:val="006D21CB"/>
    <w:rsid w:val="006D28CB"/>
    <w:rsid w:val="006D2C70"/>
    <w:rsid w:val="006D33EE"/>
    <w:rsid w:val="006D4032"/>
    <w:rsid w:val="006D40AC"/>
    <w:rsid w:val="006D6D4F"/>
    <w:rsid w:val="006D71EA"/>
    <w:rsid w:val="006E0348"/>
    <w:rsid w:val="006E1E1A"/>
    <w:rsid w:val="006E1EDB"/>
    <w:rsid w:val="006E2F65"/>
    <w:rsid w:val="006E6379"/>
    <w:rsid w:val="006E6AA4"/>
    <w:rsid w:val="006E6C1A"/>
    <w:rsid w:val="006E729D"/>
    <w:rsid w:val="006F1077"/>
    <w:rsid w:val="006F240C"/>
    <w:rsid w:val="006F2425"/>
    <w:rsid w:val="006F28B5"/>
    <w:rsid w:val="006F6366"/>
    <w:rsid w:val="00700B39"/>
    <w:rsid w:val="00701C45"/>
    <w:rsid w:val="00701E66"/>
    <w:rsid w:val="007028BD"/>
    <w:rsid w:val="0070291D"/>
    <w:rsid w:val="0070334A"/>
    <w:rsid w:val="007121F3"/>
    <w:rsid w:val="007122AD"/>
    <w:rsid w:val="0071280B"/>
    <w:rsid w:val="00712F00"/>
    <w:rsid w:val="00713304"/>
    <w:rsid w:val="007135CC"/>
    <w:rsid w:val="00714654"/>
    <w:rsid w:val="00715662"/>
    <w:rsid w:val="007174E4"/>
    <w:rsid w:val="00720D85"/>
    <w:rsid w:val="00721AC4"/>
    <w:rsid w:val="00722D93"/>
    <w:rsid w:val="0072300D"/>
    <w:rsid w:val="007230BB"/>
    <w:rsid w:val="007239B6"/>
    <w:rsid w:val="00724420"/>
    <w:rsid w:val="00724606"/>
    <w:rsid w:val="00725685"/>
    <w:rsid w:val="00726818"/>
    <w:rsid w:val="00726C51"/>
    <w:rsid w:val="007278AB"/>
    <w:rsid w:val="00730461"/>
    <w:rsid w:val="00730AA2"/>
    <w:rsid w:val="00731B88"/>
    <w:rsid w:val="00731CE5"/>
    <w:rsid w:val="00733FF3"/>
    <w:rsid w:val="00734EE2"/>
    <w:rsid w:val="0073577F"/>
    <w:rsid w:val="00735832"/>
    <w:rsid w:val="00736780"/>
    <w:rsid w:val="00737DC3"/>
    <w:rsid w:val="00740D7D"/>
    <w:rsid w:val="007430D9"/>
    <w:rsid w:val="00743D4D"/>
    <w:rsid w:val="007451E1"/>
    <w:rsid w:val="007455A3"/>
    <w:rsid w:val="00745891"/>
    <w:rsid w:val="007500AA"/>
    <w:rsid w:val="00750963"/>
    <w:rsid w:val="00750B74"/>
    <w:rsid w:val="00751F51"/>
    <w:rsid w:val="0075225F"/>
    <w:rsid w:val="00752F13"/>
    <w:rsid w:val="00753720"/>
    <w:rsid w:val="00754465"/>
    <w:rsid w:val="00754A30"/>
    <w:rsid w:val="007557A5"/>
    <w:rsid w:val="00756532"/>
    <w:rsid w:val="0075734F"/>
    <w:rsid w:val="0075735A"/>
    <w:rsid w:val="0076060D"/>
    <w:rsid w:val="00760DD1"/>
    <w:rsid w:val="00762E66"/>
    <w:rsid w:val="00764570"/>
    <w:rsid w:val="00764D9E"/>
    <w:rsid w:val="00765C6D"/>
    <w:rsid w:val="007663C0"/>
    <w:rsid w:val="00771281"/>
    <w:rsid w:val="00771899"/>
    <w:rsid w:val="00771A3B"/>
    <w:rsid w:val="007724B7"/>
    <w:rsid w:val="00772BF0"/>
    <w:rsid w:val="0077483D"/>
    <w:rsid w:val="00774DA8"/>
    <w:rsid w:val="007774C4"/>
    <w:rsid w:val="00777D41"/>
    <w:rsid w:val="007804A7"/>
    <w:rsid w:val="00783F6B"/>
    <w:rsid w:val="00790C9C"/>
    <w:rsid w:val="0079119A"/>
    <w:rsid w:val="0079188E"/>
    <w:rsid w:val="007918F0"/>
    <w:rsid w:val="007934A4"/>
    <w:rsid w:val="00794A8F"/>
    <w:rsid w:val="00794E51"/>
    <w:rsid w:val="00795ABD"/>
    <w:rsid w:val="007A22DD"/>
    <w:rsid w:val="007A3438"/>
    <w:rsid w:val="007A3C45"/>
    <w:rsid w:val="007B0ACA"/>
    <w:rsid w:val="007B1052"/>
    <w:rsid w:val="007B1799"/>
    <w:rsid w:val="007B17EC"/>
    <w:rsid w:val="007B213E"/>
    <w:rsid w:val="007B270B"/>
    <w:rsid w:val="007B30E0"/>
    <w:rsid w:val="007B340C"/>
    <w:rsid w:val="007B5CE9"/>
    <w:rsid w:val="007C0F14"/>
    <w:rsid w:val="007C188D"/>
    <w:rsid w:val="007C2FFA"/>
    <w:rsid w:val="007C3240"/>
    <w:rsid w:val="007C3D65"/>
    <w:rsid w:val="007C4453"/>
    <w:rsid w:val="007C56A8"/>
    <w:rsid w:val="007C56D0"/>
    <w:rsid w:val="007C71BB"/>
    <w:rsid w:val="007C7A48"/>
    <w:rsid w:val="007C7DDB"/>
    <w:rsid w:val="007D2040"/>
    <w:rsid w:val="007D2CCA"/>
    <w:rsid w:val="007D420E"/>
    <w:rsid w:val="007D6219"/>
    <w:rsid w:val="007D6C56"/>
    <w:rsid w:val="007D798B"/>
    <w:rsid w:val="007E2EAD"/>
    <w:rsid w:val="007E4B8F"/>
    <w:rsid w:val="007E50EA"/>
    <w:rsid w:val="007E5B29"/>
    <w:rsid w:val="007F03DE"/>
    <w:rsid w:val="007F0CAB"/>
    <w:rsid w:val="007F1B2A"/>
    <w:rsid w:val="007F28B4"/>
    <w:rsid w:val="007F66FC"/>
    <w:rsid w:val="0080020C"/>
    <w:rsid w:val="00800E82"/>
    <w:rsid w:val="0080105E"/>
    <w:rsid w:val="00802047"/>
    <w:rsid w:val="00802B9A"/>
    <w:rsid w:val="008059D6"/>
    <w:rsid w:val="00805E2D"/>
    <w:rsid w:val="008138E5"/>
    <w:rsid w:val="00814C35"/>
    <w:rsid w:val="008152C5"/>
    <w:rsid w:val="008167FC"/>
    <w:rsid w:val="00817C09"/>
    <w:rsid w:val="008201F0"/>
    <w:rsid w:val="0082024D"/>
    <w:rsid w:val="00822539"/>
    <w:rsid w:val="0082274C"/>
    <w:rsid w:val="00822ACD"/>
    <w:rsid w:val="00823954"/>
    <w:rsid w:val="00823C87"/>
    <w:rsid w:val="00824841"/>
    <w:rsid w:val="00825260"/>
    <w:rsid w:val="00825772"/>
    <w:rsid w:val="00825C36"/>
    <w:rsid w:val="00825E34"/>
    <w:rsid w:val="00826F05"/>
    <w:rsid w:val="008305F8"/>
    <w:rsid w:val="008305FB"/>
    <w:rsid w:val="00832562"/>
    <w:rsid w:val="008330E1"/>
    <w:rsid w:val="00833147"/>
    <w:rsid w:val="00833259"/>
    <w:rsid w:val="00833887"/>
    <w:rsid w:val="00833CFC"/>
    <w:rsid w:val="00834093"/>
    <w:rsid w:val="0083461D"/>
    <w:rsid w:val="008354BF"/>
    <w:rsid w:val="00837123"/>
    <w:rsid w:val="00837FF9"/>
    <w:rsid w:val="0084121F"/>
    <w:rsid w:val="00841B51"/>
    <w:rsid w:val="0085020E"/>
    <w:rsid w:val="008530AB"/>
    <w:rsid w:val="00853933"/>
    <w:rsid w:val="00853D44"/>
    <w:rsid w:val="00854166"/>
    <w:rsid w:val="00854769"/>
    <w:rsid w:val="008608B7"/>
    <w:rsid w:val="008608E5"/>
    <w:rsid w:val="0086191D"/>
    <w:rsid w:val="00862558"/>
    <w:rsid w:val="00862C26"/>
    <w:rsid w:val="00863939"/>
    <w:rsid w:val="008643B4"/>
    <w:rsid w:val="00865B07"/>
    <w:rsid w:val="00865E0E"/>
    <w:rsid w:val="00870E21"/>
    <w:rsid w:val="00871CC7"/>
    <w:rsid w:val="0087402B"/>
    <w:rsid w:val="00875C29"/>
    <w:rsid w:val="00875C9B"/>
    <w:rsid w:val="00875D55"/>
    <w:rsid w:val="00876715"/>
    <w:rsid w:val="008767B3"/>
    <w:rsid w:val="00877CA3"/>
    <w:rsid w:val="0088012C"/>
    <w:rsid w:val="008817FC"/>
    <w:rsid w:val="008835D8"/>
    <w:rsid w:val="008853EA"/>
    <w:rsid w:val="008861B0"/>
    <w:rsid w:val="008942B4"/>
    <w:rsid w:val="008953FE"/>
    <w:rsid w:val="0089561A"/>
    <w:rsid w:val="00897F94"/>
    <w:rsid w:val="008A11C2"/>
    <w:rsid w:val="008A1536"/>
    <w:rsid w:val="008A176B"/>
    <w:rsid w:val="008A3B2A"/>
    <w:rsid w:val="008A45F7"/>
    <w:rsid w:val="008A4A24"/>
    <w:rsid w:val="008A50D5"/>
    <w:rsid w:val="008A533F"/>
    <w:rsid w:val="008A54B1"/>
    <w:rsid w:val="008A568D"/>
    <w:rsid w:val="008A569D"/>
    <w:rsid w:val="008A5818"/>
    <w:rsid w:val="008A7191"/>
    <w:rsid w:val="008A75E9"/>
    <w:rsid w:val="008A7DC4"/>
    <w:rsid w:val="008B1AD2"/>
    <w:rsid w:val="008B4421"/>
    <w:rsid w:val="008B45BE"/>
    <w:rsid w:val="008B6595"/>
    <w:rsid w:val="008B6A4E"/>
    <w:rsid w:val="008B7226"/>
    <w:rsid w:val="008B74BE"/>
    <w:rsid w:val="008B77DF"/>
    <w:rsid w:val="008C04B7"/>
    <w:rsid w:val="008C2504"/>
    <w:rsid w:val="008C2695"/>
    <w:rsid w:val="008C2A01"/>
    <w:rsid w:val="008C2AF6"/>
    <w:rsid w:val="008C307C"/>
    <w:rsid w:val="008C310B"/>
    <w:rsid w:val="008C3226"/>
    <w:rsid w:val="008C4E97"/>
    <w:rsid w:val="008C7B16"/>
    <w:rsid w:val="008D00ED"/>
    <w:rsid w:val="008D0CD1"/>
    <w:rsid w:val="008D0D90"/>
    <w:rsid w:val="008D2851"/>
    <w:rsid w:val="008D2EDD"/>
    <w:rsid w:val="008D45D7"/>
    <w:rsid w:val="008D4CA9"/>
    <w:rsid w:val="008D74B4"/>
    <w:rsid w:val="008D76D1"/>
    <w:rsid w:val="008E06D6"/>
    <w:rsid w:val="008E0CE1"/>
    <w:rsid w:val="008E1E2D"/>
    <w:rsid w:val="008E3067"/>
    <w:rsid w:val="008E4D24"/>
    <w:rsid w:val="008E5171"/>
    <w:rsid w:val="008E62F9"/>
    <w:rsid w:val="008E6669"/>
    <w:rsid w:val="008E7D5B"/>
    <w:rsid w:val="008E7D88"/>
    <w:rsid w:val="008F0F04"/>
    <w:rsid w:val="008F2050"/>
    <w:rsid w:val="008F33C2"/>
    <w:rsid w:val="008F3B16"/>
    <w:rsid w:val="008F46E4"/>
    <w:rsid w:val="008F4C62"/>
    <w:rsid w:val="008F522A"/>
    <w:rsid w:val="008F660B"/>
    <w:rsid w:val="008F6F18"/>
    <w:rsid w:val="009006A0"/>
    <w:rsid w:val="00900B20"/>
    <w:rsid w:val="009021E9"/>
    <w:rsid w:val="0090322B"/>
    <w:rsid w:val="00904E52"/>
    <w:rsid w:val="009059D7"/>
    <w:rsid w:val="00906593"/>
    <w:rsid w:val="00907432"/>
    <w:rsid w:val="0090771C"/>
    <w:rsid w:val="00907AC8"/>
    <w:rsid w:val="00911FF5"/>
    <w:rsid w:val="00912172"/>
    <w:rsid w:val="009126C5"/>
    <w:rsid w:val="00912896"/>
    <w:rsid w:val="00912C16"/>
    <w:rsid w:val="00913876"/>
    <w:rsid w:val="009143AB"/>
    <w:rsid w:val="00915210"/>
    <w:rsid w:val="009152F2"/>
    <w:rsid w:val="00915C5D"/>
    <w:rsid w:val="00915DA6"/>
    <w:rsid w:val="009160F6"/>
    <w:rsid w:val="00916276"/>
    <w:rsid w:val="0091654E"/>
    <w:rsid w:val="0091759E"/>
    <w:rsid w:val="009201B5"/>
    <w:rsid w:val="0092022A"/>
    <w:rsid w:val="00920336"/>
    <w:rsid w:val="00920512"/>
    <w:rsid w:val="009229B8"/>
    <w:rsid w:val="00922E27"/>
    <w:rsid w:val="0092317D"/>
    <w:rsid w:val="00923348"/>
    <w:rsid w:val="00924935"/>
    <w:rsid w:val="00924EAF"/>
    <w:rsid w:val="00925026"/>
    <w:rsid w:val="00925891"/>
    <w:rsid w:val="00926337"/>
    <w:rsid w:val="009272F0"/>
    <w:rsid w:val="00930035"/>
    <w:rsid w:val="00930606"/>
    <w:rsid w:val="00931271"/>
    <w:rsid w:val="00933827"/>
    <w:rsid w:val="0093463A"/>
    <w:rsid w:val="00936724"/>
    <w:rsid w:val="00936EC1"/>
    <w:rsid w:val="009371A5"/>
    <w:rsid w:val="009378C4"/>
    <w:rsid w:val="00937AD2"/>
    <w:rsid w:val="009411DE"/>
    <w:rsid w:val="00941457"/>
    <w:rsid w:val="00941855"/>
    <w:rsid w:val="00941C2B"/>
    <w:rsid w:val="00941C94"/>
    <w:rsid w:val="009428A3"/>
    <w:rsid w:val="00942BA0"/>
    <w:rsid w:val="009478E1"/>
    <w:rsid w:val="0095257A"/>
    <w:rsid w:val="0095258C"/>
    <w:rsid w:val="009530FD"/>
    <w:rsid w:val="009538C1"/>
    <w:rsid w:val="00953EDC"/>
    <w:rsid w:val="00954962"/>
    <w:rsid w:val="00955BD9"/>
    <w:rsid w:val="00956549"/>
    <w:rsid w:val="00956F4A"/>
    <w:rsid w:val="0096066F"/>
    <w:rsid w:val="00962606"/>
    <w:rsid w:val="00963639"/>
    <w:rsid w:val="00963B31"/>
    <w:rsid w:val="00964271"/>
    <w:rsid w:val="00965282"/>
    <w:rsid w:val="009676AD"/>
    <w:rsid w:val="009679A2"/>
    <w:rsid w:val="00970099"/>
    <w:rsid w:val="00970F66"/>
    <w:rsid w:val="00971D9E"/>
    <w:rsid w:val="00971F3B"/>
    <w:rsid w:val="0097241E"/>
    <w:rsid w:val="00972F66"/>
    <w:rsid w:val="00973845"/>
    <w:rsid w:val="0097467B"/>
    <w:rsid w:val="009746F5"/>
    <w:rsid w:val="009759D8"/>
    <w:rsid w:val="00975A53"/>
    <w:rsid w:val="0097645B"/>
    <w:rsid w:val="00977A76"/>
    <w:rsid w:val="009837B1"/>
    <w:rsid w:val="00985B41"/>
    <w:rsid w:val="00985EBA"/>
    <w:rsid w:val="00987440"/>
    <w:rsid w:val="009912AB"/>
    <w:rsid w:val="00991BFC"/>
    <w:rsid w:val="00995347"/>
    <w:rsid w:val="00996800"/>
    <w:rsid w:val="00996FBE"/>
    <w:rsid w:val="0099796E"/>
    <w:rsid w:val="009A0F5F"/>
    <w:rsid w:val="009A2605"/>
    <w:rsid w:val="009A2A0D"/>
    <w:rsid w:val="009A2DE4"/>
    <w:rsid w:val="009A313F"/>
    <w:rsid w:val="009A333C"/>
    <w:rsid w:val="009A3D14"/>
    <w:rsid w:val="009A63C7"/>
    <w:rsid w:val="009A6944"/>
    <w:rsid w:val="009B09A3"/>
    <w:rsid w:val="009B0F5E"/>
    <w:rsid w:val="009B1716"/>
    <w:rsid w:val="009B2639"/>
    <w:rsid w:val="009B38E9"/>
    <w:rsid w:val="009B3F09"/>
    <w:rsid w:val="009B5115"/>
    <w:rsid w:val="009B5EA0"/>
    <w:rsid w:val="009C1212"/>
    <w:rsid w:val="009C1846"/>
    <w:rsid w:val="009C188D"/>
    <w:rsid w:val="009C5435"/>
    <w:rsid w:val="009C5D4D"/>
    <w:rsid w:val="009C5F32"/>
    <w:rsid w:val="009C6A16"/>
    <w:rsid w:val="009C741E"/>
    <w:rsid w:val="009C748A"/>
    <w:rsid w:val="009C75E1"/>
    <w:rsid w:val="009D2932"/>
    <w:rsid w:val="009D35FA"/>
    <w:rsid w:val="009D3BE0"/>
    <w:rsid w:val="009D440B"/>
    <w:rsid w:val="009E05E8"/>
    <w:rsid w:val="009E0CC7"/>
    <w:rsid w:val="009E0EFD"/>
    <w:rsid w:val="009E31EA"/>
    <w:rsid w:val="009E436A"/>
    <w:rsid w:val="009E4F1B"/>
    <w:rsid w:val="009E5DC8"/>
    <w:rsid w:val="009E6378"/>
    <w:rsid w:val="009F116D"/>
    <w:rsid w:val="009F152D"/>
    <w:rsid w:val="009F19C8"/>
    <w:rsid w:val="009F724C"/>
    <w:rsid w:val="009F7456"/>
    <w:rsid w:val="009F74C0"/>
    <w:rsid w:val="009F7962"/>
    <w:rsid w:val="00A00842"/>
    <w:rsid w:val="00A01632"/>
    <w:rsid w:val="00A01948"/>
    <w:rsid w:val="00A034EF"/>
    <w:rsid w:val="00A03DF8"/>
    <w:rsid w:val="00A05556"/>
    <w:rsid w:val="00A0561F"/>
    <w:rsid w:val="00A05CB6"/>
    <w:rsid w:val="00A07877"/>
    <w:rsid w:val="00A1124B"/>
    <w:rsid w:val="00A12310"/>
    <w:rsid w:val="00A12975"/>
    <w:rsid w:val="00A142DF"/>
    <w:rsid w:val="00A14EE6"/>
    <w:rsid w:val="00A1563F"/>
    <w:rsid w:val="00A15664"/>
    <w:rsid w:val="00A16679"/>
    <w:rsid w:val="00A17194"/>
    <w:rsid w:val="00A20BD2"/>
    <w:rsid w:val="00A22576"/>
    <w:rsid w:val="00A227BE"/>
    <w:rsid w:val="00A233E8"/>
    <w:rsid w:val="00A2371D"/>
    <w:rsid w:val="00A23EDD"/>
    <w:rsid w:val="00A24FCA"/>
    <w:rsid w:val="00A25045"/>
    <w:rsid w:val="00A250C5"/>
    <w:rsid w:val="00A25728"/>
    <w:rsid w:val="00A25B1D"/>
    <w:rsid w:val="00A27AE9"/>
    <w:rsid w:val="00A3082B"/>
    <w:rsid w:val="00A310F5"/>
    <w:rsid w:val="00A33679"/>
    <w:rsid w:val="00A33B45"/>
    <w:rsid w:val="00A34330"/>
    <w:rsid w:val="00A34798"/>
    <w:rsid w:val="00A355B5"/>
    <w:rsid w:val="00A35BE5"/>
    <w:rsid w:val="00A37E48"/>
    <w:rsid w:val="00A41117"/>
    <w:rsid w:val="00A43794"/>
    <w:rsid w:val="00A43A32"/>
    <w:rsid w:val="00A46109"/>
    <w:rsid w:val="00A46F09"/>
    <w:rsid w:val="00A500E6"/>
    <w:rsid w:val="00A50EAD"/>
    <w:rsid w:val="00A51D4B"/>
    <w:rsid w:val="00A534DF"/>
    <w:rsid w:val="00A55907"/>
    <w:rsid w:val="00A55CF2"/>
    <w:rsid w:val="00A5732B"/>
    <w:rsid w:val="00A604BD"/>
    <w:rsid w:val="00A613EC"/>
    <w:rsid w:val="00A62B57"/>
    <w:rsid w:val="00A64BA0"/>
    <w:rsid w:val="00A64FD3"/>
    <w:rsid w:val="00A65248"/>
    <w:rsid w:val="00A70C4F"/>
    <w:rsid w:val="00A70C7E"/>
    <w:rsid w:val="00A7211E"/>
    <w:rsid w:val="00A738DB"/>
    <w:rsid w:val="00A74AE8"/>
    <w:rsid w:val="00A7686C"/>
    <w:rsid w:val="00A771B8"/>
    <w:rsid w:val="00A80BCD"/>
    <w:rsid w:val="00A80CED"/>
    <w:rsid w:val="00A81CA6"/>
    <w:rsid w:val="00A82310"/>
    <w:rsid w:val="00A82C37"/>
    <w:rsid w:val="00A82D61"/>
    <w:rsid w:val="00A83BB4"/>
    <w:rsid w:val="00A84B38"/>
    <w:rsid w:val="00A867D1"/>
    <w:rsid w:val="00A86B1B"/>
    <w:rsid w:val="00A86CB4"/>
    <w:rsid w:val="00A86EEF"/>
    <w:rsid w:val="00A900A4"/>
    <w:rsid w:val="00A9225D"/>
    <w:rsid w:val="00A925B4"/>
    <w:rsid w:val="00A92C90"/>
    <w:rsid w:val="00A9531F"/>
    <w:rsid w:val="00A97848"/>
    <w:rsid w:val="00AA2B57"/>
    <w:rsid w:val="00AA2CF4"/>
    <w:rsid w:val="00AA335F"/>
    <w:rsid w:val="00AA36D0"/>
    <w:rsid w:val="00AA45D7"/>
    <w:rsid w:val="00AA5051"/>
    <w:rsid w:val="00AB00B1"/>
    <w:rsid w:val="00AB00DF"/>
    <w:rsid w:val="00AB26EE"/>
    <w:rsid w:val="00AB2880"/>
    <w:rsid w:val="00AB28F3"/>
    <w:rsid w:val="00AB335C"/>
    <w:rsid w:val="00AB3C6D"/>
    <w:rsid w:val="00AB451E"/>
    <w:rsid w:val="00AB644D"/>
    <w:rsid w:val="00AB6E2F"/>
    <w:rsid w:val="00AB7787"/>
    <w:rsid w:val="00AC1075"/>
    <w:rsid w:val="00AC1E40"/>
    <w:rsid w:val="00AC378A"/>
    <w:rsid w:val="00AC3F4D"/>
    <w:rsid w:val="00AC4B64"/>
    <w:rsid w:val="00AC7722"/>
    <w:rsid w:val="00AD09CD"/>
    <w:rsid w:val="00AD1B05"/>
    <w:rsid w:val="00AD1C2E"/>
    <w:rsid w:val="00AD43D6"/>
    <w:rsid w:val="00AD492B"/>
    <w:rsid w:val="00AD6087"/>
    <w:rsid w:val="00AD612B"/>
    <w:rsid w:val="00AD6DFB"/>
    <w:rsid w:val="00AE19D7"/>
    <w:rsid w:val="00AE1D2A"/>
    <w:rsid w:val="00AE2B62"/>
    <w:rsid w:val="00AE342A"/>
    <w:rsid w:val="00AE47A0"/>
    <w:rsid w:val="00AE4D6B"/>
    <w:rsid w:val="00AE5EA6"/>
    <w:rsid w:val="00AE78BD"/>
    <w:rsid w:val="00AF01C3"/>
    <w:rsid w:val="00AF3519"/>
    <w:rsid w:val="00AF3E31"/>
    <w:rsid w:val="00AF50A2"/>
    <w:rsid w:val="00AF5891"/>
    <w:rsid w:val="00AF6701"/>
    <w:rsid w:val="00AF6F97"/>
    <w:rsid w:val="00AF746D"/>
    <w:rsid w:val="00AF78C9"/>
    <w:rsid w:val="00B027B6"/>
    <w:rsid w:val="00B027E1"/>
    <w:rsid w:val="00B05F0D"/>
    <w:rsid w:val="00B06848"/>
    <w:rsid w:val="00B0740C"/>
    <w:rsid w:val="00B079A4"/>
    <w:rsid w:val="00B102FE"/>
    <w:rsid w:val="00B10B82"/>
    <w:rsid w:val="00B1140A"/>
    <w:rsid w:val="00B11984"/>
    <w:rsid w:val="00B13846"/>
    <w:rsid w:val="00B14337"/>
    <w:rsid w:val="00B15273"/>
    <w:rsid w:val="00B16C4B"/>
    <w:rsid w:val="00B17BBD"/>
    <w:rsid w:val="00B2066B"/>
    <w:rsid w:val="00B213B9"/>
    <w:rsid w:val="00B23BC2"/>
    <w:rsid w:val="00B24059"/>
    <w:rsid w:val="00B252D4"/>
    <w:rsid w:val="00B253A0"/>
    <w:rsid w:val="00B25FBE"/>
    <w:rsid w:val="00B304AE"/>
    <w:rsid w:val="00B30A77"/>
    <w:rsid w:val="00B30EB8"/>
    <w:rsid w:val="00B311AE"/>
    <w:rsid w:val="00B33241"/>
    <w:rsid w:val="00B346D8"/>
    <w:rsid w:val="00B34CA4"/>
    <w:rsid w:val="00B35053"/>
    <w:rsid w:val="00B35595"/>
    <w:rsid w:val="00B4140D"/>
    <w:rsid w:val="00B42B3C"/>
    <w:rsid w:val="00B44595"/>
    <w:rsid w:val="00B45128"/>
    <w:rsid w:val="00B4624A"/>
    <w:rsid w:val="00B464C7"/>
    <w:rsid w:val="00B46A9A"/>
    <w:rsid w:val="00B46F50"/>
    <w:rsid w:val="00B477B3"/>
    <w:rsid w:val="00B5053F"/>
    <w:rsid w:val="00B511F5"/>
    <w:rsid w:val="00B52287"/>
    <w:rsid w:val="00B5301F"/>
    <w:rsid w:val="00B54B0A"/>
    <w:rsid w:val="00B556E4"/>
    <w:rsid w:val="00B56D19"/>
    <w:rsid w:val="00B56DE9"/>
    <w:rsid w:val="00B56E5B"/>
    <w:rsid w:val="00B57B03"/>
    <w:rsid w:val="00B60CB1"/>
    <w:rsid w:val="00B6203A"/>
    <w:rsid w:val="00B6215C"/>
    <w:rsid w:val="00B639AD"/>
    <w:rsid w:val="00B64190"/>
    <w:rsid w:val="00B651EE"/>
    <w:rsid w:val="00B665C1"/>
    <w:rsid w:val="00B66A1C"/>
    <w:rsid w:val="00B67955"/>
    <w:rsid w:val="00B70314"/>
    <w:rsid w:val="00B70BA9"/>
    <w:rsid w:val="00B71B46"/>
    <w:rsid w:val="00B72CDC"/>
    <w:rsid w:val="00B72DBA"/>
    <w:rsid w:val="00B753E4"/>
    <w:rsid w:val="00B75DE2"/>
    <w:rsid w:val="00B76483"/>
    <w:rsid w:val="00B7701C"/>
    <w:rsid w:val="00B82509"/>
    <w:rsid w:val="00B825E7"/>
    <w:rsid w:val="00B831EA"/>
    <w:rsid w:val="00B83890"/>
    <w:rsid w:val="00B842B1"/>
    <w:rsid w:val="00B84323"/>
    <w:rsid w:val="00B85BC9"/>
    <w:rsid w:val="00B86109"/>
    <w:rsid w:val="00B869EB"/>
    <w:rsid w:val="00B910D7"/>
    <w:rsid w:val="00B91395"/>
    <w:rsid w:val="00B91543"/>
    <w:rsid w:val="00B91D78"/>
    <w:rsid w:val="00B92C74"/>
    <w:rsid w:val="00B939D4"/>
    <w:rsid w:val="00B97D87"/>
    <w:rsid w:val="00B97E4C"/>
    <w:rsid w:val="00BA04B2"/>
    <w:rsid w:val="00BA07E9"/>
    <w:rsid w:val="00BA0F1B"/>
    <w:rsid w:val="00BA1B6D"/>
    <w:rsid w:val="00BA2DD3"/>
    <w:rsid w:val="00BA2EC0"/>
    <w:rsid w:val="00BA38AD"/>
    <w:rsid w:val="00BA411B"/>
    <w:rsid w:val="00BA4421"/>
    <w:rsid w:val="00BA4F13"/>
    <w:rsid w:val="00BA57E1"/>
    <w:rsid w:val="00BA61D2"/>
    <w:rsid w:val="00BA678F"/>
    <w:rsid w:val="00BA6DCC"/>
    <w:rsid w:val="00BB0672"/>
    <w:rsid w:val="00BB1513"/>
    <w:rsid w:val="00BB323C"/>
    <w:rsid w:val="00BB368A"/>
    <w:rsid w:val="00BB487F"/>
    <w:rsid w:val="00BB6886"/>
    <w:rsid w:val="00BC1452"/>
    <w:rsid w:val="00BC14C6"/>
    <w:rsid w:val="00BC22F9"/>
    <w:rsid w:val="00BC25DF"/>
    <w:rsid w:val="00BC308D"/>
    <w:rsid w:val="00BC492B"/>
    <w:rsid w:val="00BC5D5C"/>
    <w:rsid w:val="00BC5F2F"/>
    <w:rsid w:val="00BC7164"/>
    <w:rsid w:val="00BC745F"/>
    <w:rsid w:val="00BD14F3"/>
    <w:rsid w:val="00BD267D"/>
    <w:rsid w:val="00BD3561"/>
    <w:rsid w:val="00BD3C2F"/>
    <w:rsid w:val="00BD4633"/>
    <w:rsid w:val="00BD478B"/>
    <w:rsid w:val="00BD5FD2"/>
    <w:rsid w:val="00BD606E"/>
    <w:rsid w:val="00BD7E95"/>
    <w:rsid w:val="00BE0F57"/>
    <w:rsid w:val="00BE4DE0"/>
    <w:rsid w:val="00BE52F3"/>
    <w:rsid w:val="00BE5447"/>
    <w:rsid w:val="00BE59E4"/>
    <w:rsid w:val="00BE5C10"/>
    <w:rsid w:val="00BE68BB"/>
    <w:rsid w:val="00BE7BF1"/>
    <w:rsid w:val="00BF1998"/>
    <w:rsid w:val="00BF2BBD"/>
    <w:rsid w:val="00BF33FB"/>
    <w:rsid w:val="00BF481E"/>
    <w:rsid w:val="00BF7CDE"/>
    <w:rsid w:val="00C0023A"/>
    <w:rsid w:val="00C03C19"/>
    <w:rsid w:val="00C03C58"/>
    <w:rsid w:val="00C03D3C"/>
    <w:rsid w:val="00C05317"/>
    <w:rsid w:val="00C06638"/>
    <w:rsid w:val="00C06C1B"/>
    <w:rsid w:val="00C073BB"/>
    <w:rsid w:val="00C075AA"/>
    <w:rsid w:val="00C076B4"/>
    <w:rsid w:val="00C07E7D"/>
    <w:rsid w:val="00C106BF"/>
    <w:rsid w:val="00C1215C"/>
    <w:rsid w:val="00C12EE5"/>
    <w:rsid w:val="00C13DBA"/>
    <w:rsid w:val="00C16BDA"/>
    <w:rsid w:val="00C17783"/>
    <w:rsid w:val="00C17D00"/>
    <w:rsid w:val="00C21E37"/>
    <w:rsid w:val="00C220C5"/>
    <w:rsid w:val="00C23AE4"/>
    <w:rsid w:val="00C24193"/>
    <w:rsid w:val="00C24956"/>
    <w:rsid w:val="00C24C0C"/>
    <w:rsid w:val="00C258AD"/>
    <w:rsid w:val="00C25B13"/>
    <w:rsid w:val="00C2667B"/>
    <w:rsid w:val="00C27B63"/>
    <w:rsid w:val="00C328A5"/>
    <w:rsid w:val="00C330E8"/>
    <w:rsid w:val="00C3495D"/>
    <w:rsid w:val="00C35BC6"/>
    <w:rsid w:val="00C37454"/>
    <w:rsid w:val="00C37773"/>
    <w:rsid w:val="00C4154B"/>
    <w:rsid w:val="00C419CC"/>
    <w:rsid w:val="00C4305F"/>
    <w:rsid w:val="00C446B1"/>
    <w:rsid w:val="00C5009B"/>
    <w:rsid w:val="00C50328"/>
    <w:rsid w:val="00C51C4A"/>
    <w:rsid w:val="00C5456D"/>
    <w:rsid w:val="00C57F4D"/>
    <w:rsid w:val="00C612CF"/>
    <w:rsid w:val="00C6144D"/>
    <w:rsid w:val="00C6177E"/>
    <w:rsid w:val="00C63094"/>
    <w:rsid w:val="00C63960"/>
    <w:rsid w:val="00C64E93"/>
    <w:rsid w:val="00C66726"/>
    <w:rsid w:val="00C67221"/>
    <w:rsid w:val="00C71B3D"/>
    <w:rsid w:val="00C74415"/>
    <w:rsid w:val="00C74BBD"/>
    <w:rsid w:val="00C756B2"/>
    <w:rsid w:val="00C76CA6"/>
    <w:rsid w:val="00C76DB5"/>
    <w:rsid w:val="00C802C3"/>
    <w:rsid w:val="00C82600"/>
    <w:rsid w:val="00C82F89"/>
    <w:rsid w:val="00C845A6"/>
    <w:rsid w:val="00C85A30"/>
    <w:rsid w:val="00C85AFF"/>
    <w:rsid w:val="00C85E37"/>
    <w:rsid w:val="00C8771D"/>
    <w:rsid w:val="00C87DCC"/>
    <w:rsid w:val="00C91A99"/>
    <w:rsid w:val="00C94D26"/>
    <w:rsid w:val="00C9627B"/>
    <w:rsid w:val="00C96998"/>
    <w:rsid w:val="00C97041"/>
    <w:rsid w:val="00CA109F"/>
    <w:rsid w:val="00CA1719"/>
    <w:rsid w:val="00CA2815"/>
    <w:rsid w:val="00CA353B"/>
    <w:rsid w:val="00CA35D9"/>
    <w:rsid w:val="00CA372A"/>
    <w:rsid w:val="00CA38D1"/>
    <w:rsid w:val="00CA468F"/>
    <w:rsid w:val="00CA53E6"/>
    <w:rsid w:val="00CA5F0D"/>
    <w:rsid w:val="00CA682D"/>
    <w:rsid w:val="00CA7193"/>
    <w:rsid w:val="00CB0AFC"/>
    <w:rsid w:val="00CB5E47"/>
    <w:rsid w:val="00CB68E6"/>
    <w:rsid w:val="00CB6CCF"/>
    <w:rsid w:val="00CB75C3"/>
    <w:rsid w:val="00CB790F"/>
    <w:rsid w:val="00CB7D39"/>
    <w:rsid w:val="00CC037F"/>
    <w:rsid w:val="00CC37B4"/>
    <w:rsid w:val="00CC4370"/>
    <w:rsid w:val="00CC44CD"/>
    <w:rsid w:val="00CC622E"/>
    <w:rsid w:val="00CC6BAC"/>
    <w:rsid w:val="00CC6FF8"/>
    <w:rsid w:val="00CD1FA1"/>
    <w:rsid w:val="00CD21CB"/>
    <w:rsid w:val="00CD495B"/>
    <w:rsid w:val="00CD5CFD"/>
    <w:rsid w:val="00CD5E4D"/>
    <w:rsid w:val="00CD6756"/>
    <w:rsid w:val="00CE08E2"/>
    <w:rsid w:val="00CE3B1D"/>
    <w:rsid w:val="00CE5B3F"/>
    <w:rsid w:val="00CE6ABF"/>
    <w:rsid w:val="00CE7EE0"/>
    <w:rsid w:val="00CF004D"/>
    <w:rsid w:val="00CF00F0"/>
    <w:rsid w:val="00CF041E"/>
    <w:rsid w:val="00CF0EE5"/>
    <w:rsid w:val="00CF116D"/>
    <w:rsid w:val="00CF1652"/>
    <w:rsid w:val="00CF5A95"/>
    <w:rsid w:val="00CF76C1"/>
    <w:rsid w:val="00CF7CBE"/>
    <w:rsid w:val="00D006EC"/>
    <w:rsid w:val="00D01753"/>
    <w:rsid w:val="00D01D27"/>
    <w:rsid w:val="00D02355"/>
    <w:rsid w:val="00D07AF7"/>
    <w:rsid w:val="00D07E16"/>
    <w:rsid w:val="00D07E60"/>
    <w:rsid w:val="00D1031E"/>
    <w:rsid w:val="00D13D55"/>
    <w:rsid w:val="00D13E87"/>
    <w:rsid w:val="00D15EB4"/>
    <w:rsid w:val="00D16FE8"/>
    <w:rsid w:val="00D17D97"/>
    <w:rsid w:val="00D17EB2"/>
    <w:rsid w:val="00D2035A"/>
    <w:rsid w:val="00D2176C"/>
    <w:rsid w:val="00D21977"/>
    <w:rsid w:val="00D22045"/>
    <w:rsid w:val="00D22517"/>
    <w:rsid w:val="00D2486A"/>
    <w:rsid w:val="00D25170"/>
    <w:rsid w:val="00D254CD"/>
    <w:rsid w:val="00D25F1C"/>
    <w:rsid w:val="00D25F39"/>
    <w:rsid w:val="00D26DAB"/>
    <w:rsid w:val="00D30DAA"/>
    <w:rsid w:val="00D320E7"/>
    <w:rsid w:val="00D327B2"/>
    <w:rsid w:val="00D33CD2"/>
    <w:rsid w:val="00D363D8"/>
    <w:rsid w:val="00D36568"/>
    <w:rsid w:val="00D368B9"/>
    <w:rsid w:val="00D37E9D"/>
    <w:rsid w:val="00D40DCC"/>
    <w:rsid w:val="00D412B9"/>
    <w:rsid w:val="00D4138B"/>
    <w:rsid w:val="00D415B9"/>
    <w:rsid w:val="00D42FBB"/>
    <w:rsid w:val="00D44B0B"/>
    <w:rsid w:val="00D458B1"/>
    <w:rsid w:val="00D462A6"/>
    <w:rsid w:val="00D50995"/>
    <w:rsid w:val="00D51FC3"/>
    <w:rsid w:val="00D520FC"/>
    <w:rsid w:val="00D52BCE"/>
    <w:rsid w:val="00D53210"/>
    <w:rsid w:val="00D55DBA"/>
    <w:rsid w:val="00D55E88"/>
    <w:rsid w:val="00D57475"/>
    <w:rsid w:val="00D579CE"/>
    <w:rsid w:val="00D57CA4"/>
    <w:rsid w:val="00D6077D"/>
    <w:rsid w:val="00D6146C"/>
    <w:rsid w:val="00D67475"/>
    <w:rsid w:val="00D674B9"/>
    <w:rsid w:val="00D67920"/>
    <w:rsid w:val="00D67B7F"/>
    <w:rsid w:val="00D703F7"/>
    <w:rsid w:val="00D710E3"/>
    <w:rsid w:val="00D728CF"/>
    <w:rsid w:val="00D75AF0"/>
    <w:rsid w:val="00D76FDF"/>
    <w:rsid w:val="00D819A8"/>
    <w:rsid w:val="00D82139"/>
    <w:rsid w:val="00D83613"/>
    <w:rsid w:val="00D84597"/>
    <w:rsid w:val="00D848B0"/>
    <w:rsid w:val="00D84E87"/>
    <w:rsid w:val="00D864AA"/>
    <w:rsid w:val="00D90424"/>
    <w:rsid w:val="00D91531"/>
    <w:rsid w:val="00D926C2"/>
    <w:rsid w:val="00D94694"/>
    <w:rsid w:val="00D94F4E"/>
    <w:rsid w:val="00D978E6"/>
    <w:rsid w:val="00D97AB0"/>
    <w:rsid w:val="00DA05CF"/>
    <w:rsid w:val="00DA2EB0"/>
    <w:rsid w:val="00DA4190"/>
    <w:rsid w:val="00DA4F4F"/>
    <w:rsid w:val="00DA6CBB"/>
    <w:rsid w:val="00DB207E"/>
    <w:rsid w:val="00DB2502"/>
    <w:rsid w:val="00DB45E5"/>
    <w:rsid w:val="00DB48C9"/>
    <w:rsid w:val="00DB6177"/>
    <w:rsid w:val="00DB6CE1"/>
    <w:rsid w:val="00DB71F9"/>
    <w:rsid w:val="00DB7AD8"/>
    <w:rsid w:val="00DB7D8E"/>
    <w:rsid w:val="00DC1423"/>
    <w:rsid w:val="00DC1F30"/>
    <w:rsid w:val="00DC3290"/>
    <w:rsid w:val="00DC3E23"/>
    <w:rsid w:val="00DC3FC9"/>
    <w:rsid w:val="00DC653B"/>
    <w:rsid w:val="00DC6E7D"/>
    <w:rsid w:val="00DC7241"/>
    <w:rsid w:val="00DD096A"/>
    <w:rsid w:val="00DD19C6"/>
    <w:rsid w:val="00DD5248"/>
    <w:rsid w:val="00DD5AEE"/>
    <w:rsid w:val="00DD703F"/>
    <w:rsid w:val="00DD7FE6"/>
    <w:rsid w:val="00DE0A22"/>
    <w:rsid w:val="00DE1166"/>
    <w:rsid w:val="00DE1FB3"/>
    <w:rsid w:val="00DE2A92"/>
    <w:rsid w:val="00DE5AC2"/>
    <w:rsid w:val="00DE5C0B"/>
    <w:rsid w:val="00DE5C3C"/>
    <w:rsid w:val="00DE6329"/>
    <w:rsid w:val="00DE68B0"/>
    <w:rsid w:val="00DE6947"/>
    <w:rsid w:val="00DE6AA8"/>
    <w:rsid w:val="00DE7528"/>
    <w:rsid w:val="00DF2230"/>
    <w:rsid w:val="00DF33B3"/>
    <w:rsid w:val="00DF33EF"/>
    <w:rsid w:val="00DF4529"/>
    <w:rsid w:val="00DF72B6"/>
    <w:rsid w:val="00E000E4"/>
    <w:rsid w:val="00E01BCD"/>
    <w:rsid w:val="00E020AB"/>
    <w:rsid w:val="00E048AA"/>
    <w:rsid w:val="00E06147"/>
    <w:rsid w:val="00E064D5"/>
    <w:rsid w:val="00E06EDA"/>
    <w:rsid w:val="00E07CBF"/>
    <w:rsid w:val="00E10578"/>
    <w:rsid w:val="00E10648"/>
    <w:rsid w:val="00E10DD6"/>
    <w:rsid w:val="00E126FB"/>
    <w:rsid w:val="00E14278"/>
    <w:rsid w:val="00E147E6"/>
    <w:rsid w:val="00E157A7"/>
    <w:rsid w:val="00E22ED4"/>
    <w:rsid w:val="00E231FB"/>
    <w:rsid w:val="00E235B2"/>
    <w:rsid w:val="00E239BE"/>
    <w:rsid w:val="00E25F7A"/>
    <w:rsid w:val="00E2644D"/>
    <w:rsid w:val="00E266AB"/>
    <w:rsid w:val="00E26C7C"/>
    <w:rsid w:val="00E310EB"/>
    <w:rsid w:val="00E31834"/>
    <w:rsid w:val="00E343BD"/>
    <w:rsid w:val="00E34649"/>
    <w:rsid w:val="00E352C9"/>
    <w:rsid w:val="00E35F64"/>
    <w:rsid w:val="00E40A42"/>
    <w:rsid w:val="00E410F3"/>
    <w:rsid w:val="00E416ED"/>
    <w:rsid w:val="00E41D00"/>
    <w:rsid w:val="00E43ABB"/>
    <w:rsid w:val="00E44CB5"/>
    <w:rsid w:val="00E458F0"/>
    <w:rsid w:val="00E45E6A"/>
    <w:rsid w:val="00E46117"/>
    <w:rsid w:val="00E47110"/>
    <w:rsid w:val="00E47BD0"/>
    <w:rsid w:val="00E511A6"/>
    <w:rsid w:val="00E518F6"/>
    <w:rsid w:val="00E54956"/>
    <w:rsid w:val="00E555D3"/>
    <w:rsid w:val="00E55BB5"/>
    <w:rsid w:val="00E55C8E"/>
    <w:rsid w:val="00E56175"/>
    <w:rsid w:val="00E567C4"/>
    <w:rsid w:val="00E57661"/>
    <w:rsid w:val="00E5777C"/>
    <w:rsid w:val="00E6192D"/>
    <w:rsid w:val="00E624B2"/>
    <w:rsid w:val="00E638DD"/>
    <w:rsid w:val="00E63CCF"/>
    <w:rsid w:val="00E6570D"/>
    <w:rsid w:val="00E65C14"/>
    <w:rsid w:val="00E70B88"/>
    <w:rsid w:val="00E71731"/>
    <w:rsid w:val="00E71F37"/>
    <w:rsid w:val="00E72ED6"/>
    <w:rsid w:val="00E73C45"/>
    <w:rsid w:val="00E74F70"/>
    <w:rsid w:val="00E761CF"/>
    <w:rsid w:val="00E77249"/>
    <w:rsid w:val="00E77ECC"/>
    <w:rsid w:val="00E80BD2"/>
    <w:rsid w:val="00E81084"/>
    <w:rsid w:val="00E827C8"/>
    <w:rsid w:val="00E841A3"/>
    <w:rsid w:val="00E8594D"/>
    <w:rsid w:val="00E86608"/>
    <w:rsid w:val="00E87634"/>
    <w:rsid w:val="00E87AEF"/>
    <w:rsid w:val="00E9000C"/>
    <w:rsid w:val="00E917A9"/>
    <w:rsid w:val="00E95AE4"/>
    <w:rsid w:val="00E960A2"/>
    <w:rsid w:val="00E96CD7"/>
    <w:rsid w:val="00E97BA4"/>
    <w:rsid w:val="00EA0534"/>
    <w:rsid w:val="00EA0FD2"/>
    <w:rsid w:val="00EA118A"/>
    <w:rsid w:val="00EA19B6"/>
    <w:rsid w:val="00EA22CE"/>
    <w:rsid w:val="00EA3981"/>
    <w:rsid w:val="00EA3B90"/>
    <w:rsid w:val="00EA3FB1"/>
    <w:rsid w:val="00EA44AB"/>
    <w:rsid w:val="00EA4642"/>
    <w:rsid w:val="00EA4851"/>
    <w:rsid w:val="00EA5014"/>
    <w:rsid w:val="00EA54C1"/>
    <w:rsid w:val="00EA63A9"/>
    <w:rsid w:val="00EB2238"/>
    <w:rsid w:val="00EB703D"/>
    <w:rsid w:val="00EB711F"/>
    <w:rsid w:val="00EC0300"/>
    <w:rsid w:val="00EC32AF"/>
    <w:rsid w:val="00EC38CA"/>
    <w:rsid w:val="00EC3A57"/>
    <w:rsid w:val="00EC4AF0"/>
    <w:rsid w:val="00EC4E15"/>
    <w:rsid w:val="00EC6164"/>
    <w:rsid w:val="00EC6427"/>
    <w:rsid w:val="00EC788C"/>
    <w:rsid w:val="00ED53F3"/>
    <w:rsid w:val="00ED6DB2"/>
    <w:rsid w:val="00ED7394"/>
    <w:rsid w:val="00ED7A87"/>
    <w:rsid w:val="00ED7D6C"/>
    <w:rsid w:val="00EE076E"/>
    <w:rsid w:val="00EE1B97"/>
    <w:rsid w:val="00EE23C7"/>
    <w:rsid w:val="00EE2608"/>
    <w:rsid w:val="00EE292D"/>
    <w:rsid w:val="00EE37F6"/>
    <w:rsid w:val="00EE44BE"/>
    <w:rsid w:val="00EE45D9"/>
    <w:rsid w:val="00EE4A70"/>
    <w:rsid w:val="00EE504E"/>
    <w:rsid w:val="00EE6D99"/>
    <w:rsid w:val="00EF1250"/>
    <w:rsid w:val="00EF15C2"/>
    <w:rsid w:val="00EF1CCF"/>
    <w:rsid w:val="00EF2DAE"/>
    <w:rsid w:val="00EF2E9B"/>
    <w:rsid w:val="00EF3044"/>
    <w:rsid w:val="00EF33F0"/>
    <w:rsid w:val="00EF5C4D"/>
    <w:rsid w:val="00EF6F06"/>
    <w:rsid w:val="00F00027"/>
    <w:rsid w:val="00F0152D"/>
    <w:rsid w:val="00F01B08"/>
    <w:rsid w:val="00F0203B"/>
    <w:rsid w:val="00F02E6D"/>
    <w:rsid w:val="00F031D0"/>
    <w:rsid w:val="00F040EC"/>
    <w:rsid w:val="00F05869"/>
    <w:rsid w:val="00F05A52"/>
    <w:rsid w:val="00F06834"/>
    <w:rsid w:val="00F068E6"/>
    <w:rsid w:val="00F06A8A"/>
    <w:rsid w:val="00F071CE"/>
    <w:rsid w:val="00F07D15"/>
    <w:rsid w:val="00F1039F"/>
    <w:rsid w:val="00F10BF9"/>
    <w:rsid w:val="00F114D1"/>
    <w:rsid w:val="00F11F50"/>
    <w:rsid w:val="00F1265C"/>
    <w:rsid w:val="00F129F7"/>
    <w:rsid w:val="00F12E47"/>
    <w:rsid w:val="00F13EE2"/>
    <w:rsid w:val="00F13F9F"/>
    <w:rsid w:val="00F1415F"/>
    <w:rsid w:val="00F143DE"/>
    <w:rsid w:val="00F148B9"/>
    <w:rsid w:val="00F15F96"/>
    <w:rsid w:val="00F20110"/>
    <w:rsid w:val="00F20E5E"/>
    <w:rsid w:val="00F2255B"/>
    <w:rsid w:val="00F24796"/>
    <w:rsid w:val="00F24EB2"/>
    <w:rsid w:val="00F254D2"/>
    <w:rsid w:val="00F2585A"/>
    <w:rsid w:val="00F264B0"/>
    <w:rsid w:val="00F277C5"/>
    <w:rsid w:val="00F3415F"/>
    <w:rsid w:val="00F3446B"/>
    <w:rsid w:val="00F34B6F"/>
    <w:rsid w:val="00F364A7"/>
    <w:rsid w:val="00F3702C"/>
    <w:rsid w:val="00F370F6"/>
    <w:rsid w:val="00F375D0"/>
    <w:rsid w:val="00F37CDD"/>
    <w:rsid w:val="00F40EB7"/>
    <w:rsid w:val="00F410EE"/>
    <w:rsid w:val="00F41829"/>
    <w:rsid w:val="00F420A9"/>
    <w:rsid w:val="00F4358E"/>
    <w:rsid w:val="00F43967"/>
    <w:rsid w:val="00F44710"/>
    <w:rsid w:val="00F44C49"/>
    <w:rsid w:val="00F45A38"/>
    <w:rsid w:val="00F476E0"/>
    <w:rsid w:val="00F5010F"/>
    <w:rsid w:val="00F50AEE"/>
    <w:rsid w:val="00F51448"/>
    <w:rsid w:val="00F51E6A"/>
    <w:rsid w:val="00F5268B"/>
    <w:rsid w:val="00F52980"/>
    <w:rsid w:val="00F52FC8"/>
    <w:rsid w:val="00F55142"/>
    <w:rsid w:val="00F57C00"/>
    <w:rsid w:val="00F6427D"/>
    <w:rsid w:val="00F64BA5"/>
    <w:rsid w:val="00F658FA"/>
    <w:rsid w:val="00F65A5E"/>
    <w:rsid w:val="00F65BC4"/>
    <w:rsid w:val="00F65FC3"/>
    <w:rsid w:val="00F70DDD"/>
    <w:rsid w:val="00F733B3"/>
    <w:rsid w:val="00F7558B"/>
    <w:rsid w:val="00F76838"/>
    <w:rsid w:val="00F77818"/>
    <w:rsid w:val="00F7795B"/>
    <w:rsid w:val="00F77D03"/>
    <w:rsid w:val="00F82E63"/>
    <w:rsid w:val="00F83D2D"/>
    <w:rsid w:val="00F84052"/>
    <w:rsid w:val="00F850DA"/>
    <w:rsid w:val="00F8643C"/>
    <w:rsid w:val="00F86562"/>
    <w:rsid w:val="00F8735E"/>
    <w:rsid w:val="00F90388"/>
    <w:rsid w:val="00F91DB9"/>
    <w:rsid w:val="00F921E6"/>
    <w:rsid w:val="00F9336B"/>
    <w:rsid w:val="00F9582A"/>
    <w:rsid w:val="00F96C04"/>
    <w:rsid w:val="00F973CD"/>
    <w:rsid w:val="00F97426"/>
    <w:rsid w:val="00F9777C"/>
    <w:rsid w:val="00FA1420"/>
    <w:rsid w:val="00FA3241"/>
    <w:rsid w:val="00FA3438"/>
    <w:rsid w:val="00FA7936"/>
    <w:rsid w:val="00FB18A4"/>
    <w:rsid w:val="00FB1C64"/>
    <w:rsid w:val="00FB2625"/>
    <w:rsid w:val="00FB299E"/>
    <w:rsid w:val="00FB5F4E"/>
    <w:rsid w:val="00FB6F92"/>
    <w:rsid w:val="00FC2534"/>
    <w:rsid w:val="00FC3753"/>
    <w:rsid w:val="00FC3ECE"/>
    <w:rsid w:val="00FC4D96"/>
    <w:rsid w:val="00FD2B81"/>
    <w:rsid w:val="00FD338D"/>
    <w:rsid w:val="00FD36AB"/>
    <w:rsid w:val="00FD4067"/>
    <w:rsid w:val="00FD56B5"/>
    <w:rsid w:val="00FD59FE"/>
    <w:rsid w:val="00FD65C0"/>
    <w:rsid w:val="00FD798A"/>
    <w:rsid w:val="00FE0386"/>
    <w:rsid w:val="00FE05C1"/>
    <w:rsid w:val="00FE1654"/>
    <w:rsid w:val="00FE29F1"/>
    <w:rsid w:val="00FE2CDA"/>
    <w:rsid w:val="00FE31FE"/>
    <w:rsid w:val="00FE560E"/>
    <w:rsid w:val="00FE5FEF"/>
    <w:rsid w:val="00FE65F1"/>
    <w:rsid w:val="00FE7CC3"/>
    <w:rsid w:val="00FF0598"/>
    <w:rsid w:val="00FF2BA2"/>
    <w:rsid w:val="00FF7778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 fillcolor="teal" strokecolor="#9c0041">
      <v:fill color="teal"/>
      <v:stroke color="#9c0041"/>
    </o:shapedefaults>
    <o:shapelayout v:ext="edit">
      <o:idmap v:ext="edit" data="1"/>
    </o:shapelayout>
  </w:shapeDefaults>
  <w:decimalSymbol w:val=","/>
  <w:listSeparator w:val=";"/>
  <w14:docId w14:val="792AFC0F"/>
  <w15:chartTrackingRefBased/>
  <w15:docId w15:val="{50C85089-41CC-4A0D-B343-62895403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5E37"/>
    <w:pPr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C85E37"/>
    <w:pPr>
      <w:keepNext/>
      <w:numPr>
        <w:numId w:val="33"/>
      </w:numPr>
      <w:tabs>
        <w:tab w:val="left" w:pos="851"/>
      </w:tabs>
      <w:spacing w:before="240" w:after="120"/>
      <w:outlineLvl w:val="0"/>
    </w:pPr>
    <w:rPr>
      <w:rFonts w:cs="Arial"/>
      <w:b/>
      <w:kern w:val="28"/>
      <w:szCs w:val="22"/>
    </w:rPr>
  </w:style>
  <w:style w:type="paragraph" w:styleId="Nagwek2">
    <w:name w:val="heading 2"/>
    <w:basedOn w:val="Podpunkt1"/>
    <w:next w:val="Normalny"/>
    <w:link w:val="Nagwek2Znak"/>
    <w:qFormat/>
    <w:rsid w:val="00C85E37"/>
    <w:pPr>
      <w:numPr>
        <w:ilvl w:val="1"/>
        <w:numId w:val="33"/>
      </w:numPr>
      <w:outlineLvl w:val="1"/>
    </w:pPr>
  </w:style>
  <w:style w:type="paragraph" w:styleId="Nagwek3">
    <w:name w:val="heading 3"/>
    <w:basedOn w:val="Normalny"/>
    <w:next w:val="Normalny"/>
    <w:link w:val="Nagwek3Znak"/>
    <w:unhideWhenUsed/>
    <w:qFormat/>
    <w:rsid w:val="00C85E37"/>
    <w:pPr>
      <w:keepNext/>
      <w:keepLines/>
      <w:spacing w:before="40"/>
      <w:outlineLvl w:val="2"/>
    </w:pPr>
    <w:rPr>
      <w:rFonts w:ascii="Cambria" w:hAnsi="Cambria"/>
      <w:color w:val="243F60"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3"/>
      </w:numPr>
      <w:spacing w:before="120" w:after="60"/>
      <w:outlineLvl w:val="3"/>
    </w:pPr>
    <w:rPr>
      <w:i/>
      <w:u w:val="single"/>
    </w:rPr>
  </w:style>
  <w:style w:type="paragraph" w:styleId="Nagwek5">
    <w:name w:val="heading 5"/>
    <w:basedOn w:val="Normalny"/>
    <w:next w:val="Normalny"/>
    <w:qFormat/>
    <w:pPr>
      <w:numPr>
        <w:ilvl w:val="4"/>
        <w:numId w:val="33"/>
      </w:numPr>
      <w:spacing w:before="240" w:after="60"/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3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pPr>
      <w:numPr>
        <w:ilvl w:val="6"/>
        <w:numId w:val="33"/>
      </w:numPr>
      <w:spacing w:before="240" w:after="60"/>
      <w:outlineLvl w:val="6"/>
    </w:pPr>
    <w:rPr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33"/>
      </w:numPr>
      <w:spacing w:before="240" w:after="60"/>
      <w:outlineLvl w:val="7"/>
    </w:pPr>
    <w:rPr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33"/>
      </w:numPr>
      <w:spacing w:before="240"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85E3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rsid w:val="00C85E3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C85E37"/>
    <w:pPr>
      <w:tabs>
        <w:tab w:val="left" w:pos="567"/>
        <w:tab w:val="right" w:leader="dot" w:pos="9969"/>
      </w:tabs>
      <w:spacing w:before="120" w:after="120"/>
      <w:jc w:val="left"/>
    </w:pPr>
    <w:rPr>
      <w:rFonts w:cs="Calibri"/>
      <w:b/>
      <w:bCs/>
      <w:noProof/>
      <w:szCs w:val="20"/>
    </w:rPr>
  </w:style>
  <w:style w:type="paragraph" w:styleId="Spistreci2">
    <w:name w:val="toc 2"/>
    <w:basedOn w:val="Normalny"/>
    <w:next w:val="Normalny"/>
    <w:uiPriority w:val="39"/>
    <w:rsid w:val="00C85E37"/>
    <w:pPr>
      <w:tabs>
        <w:tab w:val="right" w:leader="dot" w:pos="9968"/>
      </w:tabs>
      <w:ind w:left="851" w:hanging="851"/>
      <w:jc w:val="left"/>
    </w:pPr>
    <w:rPr>
      <w:rFonts w:cs="Calibri"/>
      <w:noProof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C85E37"/>
    <w:pPr>
      <w:ind w:left="24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C85E37"/>
    <w:pPr>
      <w:ind w:left="480"/>
    </w:pPr>
    <w:rPr>
      <w:rFonts w:ascii="Calibri" w:hAnsi="Calibri"/>
      <w:sz w:val="20"/>
      <w:szCs w:val="20"/>
    </w:rPr>
  </w:style>
  <w:style w:type="paragraph" w:customStyle="1" w:styleId="123">
    <w:name w:val="123..."/>
    <w:basedOn w:val="Normalny"/>
    <w:qFormat/>
    <w:rsid w:val="00C85E37"/>
    <w:pPr>
      <w:numPr>
        <w:numId w:val="24"/>
      </w:numPr>
    </w:pPr>
    <w:rPr>
      <w:szCs w:val="20"/>
    </w:rPr>
  </w:style>
  <w:style w:type="paragraph" w:customStyle="1" w:styleId="Mylnik">
    <w:name w:val="Myślnik"/>
    <w:basedOn w:val="Normalny"/>
    <w:qFormat/>
    <w:rsid w:val="00C85E37"/>
    <w:pPr>
      <w:numPr>
        <w:numId w:val="25"/>
      </w:numPr>
    </w:pPr>
    <w:rPr>
      <w:szCs w:val="20"/>
    </w:rPr>
  </w:style>
  <w:style w:type="paragraph" w:customStyle="1" w:styleId="a">
    <w:name w:val="a)"/>
    <w:aliases w:val="b),c),..."/>
    <w:basedOn w:val="Mylnik"/>
    <w:qFormat/>
    <w:rsid w:val="00C85E37"/>
    <w:pPr>
      <w:numPr>
        <w:numId w:val="26"/>
      </w:numPr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pPr>
      <w:ind w:left="60"/>
    </w:pPr>
  </w:style>
  <w:style w:type="paragraph" w:customStyle="1" w:styleId="Tekstpodstawowy21">
    <w:name w:val="Tekst podstawowy 21"/>
    <w:basedOn w:val="Normalny"/>
    <w:pPr>
      <w:suppressAutoHyphens/>
      <w:ind w:left="142"/>
      <w:jc w:val="left"/>
    </w:pPr>
  </w:style>
  <w:style w:type="paragraph" w:customStyle="1" w:styleId="Standard">
    <w:name w:val="Standard"/>
    <w:rPr>
      <w:snapToGrid w:val="0"/>
      <w:sz w:val="24"/>
    </w:rPr>
  </w:style>
  <w:style w:type="paragraph" w:styleId="Tekstpodstawowy">
    <w:name w:val="Body Text"/>
    <w:basedOn w:val="Normalny"/>
    <w:link w:val="TekstpodstawowyZnak"/>
    <w:rsid w:val="00A233E8"/>
    <w:pPr>
      <w:spacing w:after="120"/>
      <w:jc w:val="left"/>
    </w:pPr>
    <w:rPr>
      <w:lang w:val="x-none" w:eastAsia="x-none"/>
    </w:rPr>
  </w:style>
  <w:style w:type="table" w:styleId="Tabela-Siatka">
    <w:name w:val="Table Grid"/>
    <w:basedOn w:val="Standardowy"/>
    <w:rsid w:val="00C85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85E37"/>
    <w:rPr>
      <w:sz w:val="20"/>
      <w:szCs w:val="20"/>
    </w:rPr>
  </w:style>
  <w:style w:type="character" w:styleId="Odwoanieprzypisukocowego">
    <w:name w:val="endnote reference"/>
    <w:rsid w:val="00C85E37"/>
    <w:rPr>
      <w:vertAlign w:val="superscript"/>
    </w:rPr>
  </w:style>
  <w:style w:type="character" w:customStyle="1" w:styleId="postbody1">
    <w:name w:val="postbody1"/>
    <w:rsid w:val="00B06848"/>
    <w:rPr>
      <w:sz w:val="18"/>
      <w:szCs w:val="18"/>
    </w:rPr>
  </w:style>
  <w:style w:type="paragraph" w:styleId="Zwykytekst">
    <w:name w:val="Plain Text"/>
    <w:basedOn w:val="Normalny"/>
    <w:rsid w:val="00547008"/>
    <w:pPr>
      <w:jc w:val="left"/>
    </w:pPr>
    <w:rPr>
      <w:rFonts w:ascii="Courier New" w:hAnsi="Courier New" w:cs="Courier New"/>
      <w:sz w:val="20"/>
    </w:rPr>
  </w:style>
  <w:style w:type="paragraph" w:styleId="Tekstdymka">
    <w:name w:val="Balloon Text"/>
    <w:basedOn w:val="Normalny"/>
    <w:link w:val="TekstdymkaZnak"/>
    <w:rsid w:val="00C85E3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85E37"/>
    <w:rPr>
      <w:rFonts w:ascii="Tahoma" w:hAnsi="Tahoma"/>
      <w:sz w:val="16"/>
      <w:szCs w:val="16"/>
      <w:lang w:val="x-none" w:eastAsia="x-none"/>
    </w:rPr>
  </w:style>
  <w:style w:type="character" w:customStyle="1" w:styleId="StopkaZnak">
    <w:name w:val="Stopka Znak"/>
    <w:link w:val="Stopka"/>
    <w:rsid w:val="00C85E37"/>
    <w:rPr>
      <w:rFonts w:ascii="Arial" w:hAnsi="Arial"/>
      <w:sz w:val="22"/>
      <w:szCs w:val="24"/>
      <w:lang w:val="x-none" w:eastAsia="x-none"/>
    </w:rPr>
  </w:style>
  <w:style w:type="character" w:styleId="Odwoaniedokomentarza">
    <w:name w:val="annotation reference"/>
    <w:uiPriority w:val="99"/>
    <w:rsid w:val="00C85E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5E3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85E37"/>
    <w:rPr>
      <w:rFonts w:ascii="Arial" w:hAnsi="Arial"/>
    </w:rPr>
  </w:style>
  <w:style w:type="character" w:styleId="Hipercze">
    <w:name w:val="Hyperlink"/>
    <w:uiPriority w:val="99"/>
    <w:unhideWhenUsed/>
    <w:rsid w:val="00C85E37"/>
    <w:rPr>
      <w:color w:val="0000FF"/>
      <w:u w:val="single"/>
    </w:rPr>
  </w:style>
  <w:style w:type="paragraph" w:styleId="Spistreci5">
    <w:name w:val="toc 5"/>
    <w:basedOn w:val="Normalny"/>
    <w:next w:val="Normalny"/>
    <w:autoRedefine/>
    <w:uiPriority w:val="39"/>
    <w:rsid w:val="00C85E37"/>
    <w:pPr>
      <w:ind w:left="72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C85E37"/>
    <w:pPr>
      <w:ind w:left="96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C85E37"/>
    <w:pPr>
      <w:ind w:left="120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C85E37"/>
    <w:pPr>
      <w:ind w:left="144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85E37"/>
    <w:pPr>
      <w:ind w:left="1680"/>
    </w:pPr>
    <w:rPr>
      <w:rFonts w:ascii="Calibri" w:hAnsi="Calibri"/>
      <w:sz w:val="20"/>
      <w:szCs w:val="20"/>
    </w:rPr>
  </w:style>
  <w:style w:type="character" w:customStyle="1" w:styleId="TekstpodstawowyZnak">
    <w:name w:val="Tekst podstawowy Znak"/>
    <w:link w:val="Tekstpodstawowy"/>
    <w:rsid w:val="00B079A4"/>
    <w:rPr>
      <w:sz w:val="24"/>
      <w:szCs w:val="24"/>
    </w:rPr>
  </w:style>
  <w:style w:type="character" w:customStyle="1" w:styleId="biggertext">
    <w:name w:val="biggertext"/>
    <w:rsid w:val="00B079A4"/>
  </w:style>
  <w:style w:type="paragraph" w:styleId="Tematkomentarza">
    <w:name w:val="annotation subject"/>
    <w:basedOn w:val="Tekstkomentarza"/>
    <w:next w:val="Tekstkomentarza"/>
    <w:link w:val="TematkomentarzaZnak"/>
    <w:rsid w:val="00C85E3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85E37"/>
    <w:rPr>
      <w:rFonts w:ascii="Arial" w:hAnsi="Arial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4D3481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85E37"/>
    <w:pPr>
      <w:keepNext/>
      <w:numPr>
        <w:numId w:val="27"/>
      </w:numPr>
      <w:tabs>
        <w:tab w:val="left" w:pos="851"/>
      </w:tabs>
      <w:outlineLvl w:val="0"/>
    </w:pPr>
    <w:rPr>
      <w:rFonts w:cs="Arial"/>
      <w:kern w:val="28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802B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ormalny"/>
    <w:next w:val="Normalny"/>
    <w:uiPriority w:val="39"/>
    <w:unhideWhenUsed/>
    <w:qFormat/>
    <w:rsid w:val="00C85E37"/>
    <w:pPr>
      <w:spacing w:after="120"/>
    </w:pPr>
    <w:rPr>
      <w:rFonts w:cs="Arial"/>
      <w:b/>
      <w:i/>
      <w:lang w:eastAsia="x-none"/>
    </w:rPr>
  </w:style>
  <w:style w:type="paragraph" w:styleId="Tekstprzypisudolnego">
    <w:name w:val="footnote text"/>
    <w:basedOn w:val="Normalny"/>
    <w:link w:val="TekstprzypisudolnegoZnak"/>
    <w:rsid w:val="00C85E3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C85E37"/>
    <w:rPr>
      <w:rFonts w:ascii="Arial" w:hAnsi="Arial"/>
    </w:rPr>
  </w:style>
  <w:style w:type="character" w:styleId="Odwoanieprzypisudolnego">
    <w:name w:val="footnote reference"/>
    <w:rsid w:val="00C85E37"/>
    <w:rPr>
      <w:vertAlign w:val="superscript"/>
    </w:rPr>
  </w:style>
  <w:style w:type="character" w:customStyle="1" w:styleId="Teksttreci4">
    <w:name w:val="Tekst treści (4)_"/>
    <w:link w:val="Teksttreci41"/>
    <w:uiPriority w:val="99"/>
    <w:rsid w:val="00C85E37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C85E37"/>
    <w:pPr>
      <w:widowControl w:val="0"/>
      <w:shd w:val="clear" w:color="auto" w:fill="FFFFFF"/>
      <w:spacing w:line="240" w:lineRule="atLeast"/>
      <w:ind w:hanging="360"/>
      <w:jc w:val="left"/>
    </w:pPr>
    <w:rPr>
      <w:rFonts w:cs="Arial"/>
      <w:b/>
      <w:bCs/>
      <w:sz w:val="18"/>
      <w:szCs w:val="18"/>
    </w:rPr>
  </w:style>
  <w:style w:type="character" w:styleId="Pogrubienie">
    <w:name w:val="Strong"/>
    <w:qFormat/>
    <w:rsid w:val="00C85E37"/>
    <w:rPr>
      <w:b/>
      <w:bCs/>
    </w:rPr>
  </w:style>
  <w:style w:type="paragraph" w:customStyle="1" w:styleId="Norma">
    <w:name w:val="Norma"/>
    <w:basedOn w:val="Normalny"/>
    <w:qFormat/>
    <w:rsid w:val="00430361"/>
    <w:pPr>
      <w:numPr>
        <w:ilvl w:val="2"/>
        <w:numId w:val="33"/>
      </w:numPr>
      <w:spacing w:before="120"/>
    </w:pPr>
    <w:rPr>
      <w:rFonts w:cs="Arial"/>
      <w:szCs w:val="22"/>
    </w:rPr>
  </w:style>
  <w:style w:type="paragraph" w:customStyle="1" w:styleId="Ustawa">
    <w:name w:val="Ustawa"/>
    <w:basedOn w:val="Norma"/>
    <w:qFormat/>
    <w:rsid w:val="00390DFF"/>
    <w:pPr>
      <w:numPr>
        <w:numId w:val="17"/>
      </w:numPr>
      <w:ind w:left="794" w:firstLine="0"/>
    </w:pPr>
  </w:style>
  <w:style w:type="paragraph" w:customStyle="1" w:styleId="Dokumentyzwizane">
    <w:name w:val="Dokumenty_związane"/>
    <w:basedOn w:val="Normalny"/>
    <w:qFormat/>
    <w:rsid w:val="000425BF"/>
    <w:pPr>
      <w:numPr>
        <w:numId w:val="5"/>
      </w:numPr>
      <w:spacing w:before="120"/>
      <w:ind w:left="794" w:firstLine="0"/>
    </w:pPr>
    <w:rPr>
      <w:rFonts w:cs="Arial"/>
      <w:szCs w:val="22"/>
    </w:rPr>
  </w:style>
  <w:style w:type="paragraph" w:customStyle="1" w:styleId="Default">
    <w:name w:val="Default"/>
    <w:rsid w:val="00C85E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C85E37"/>
    <w:rPr>
      <w:rFonts w:ascii="Arial" w:hAnsi="Arial" w:cs="Arial"/>
      <w:b/>
      <w:kern w:val="28"/>
      <w:sz w:val="22"/>
      <w:szCs w:val="22"/>
    </w:rPr>
  </w:style>
  <w:style w:type="character" w:customStyle="1" w:styleId="Nagwek2Znak">
    <w:name w:val="Nagłówek 2 Znak"/>
    <w:link w:val="Nagwek2"/>
    <w:rsid w:val="00C85E37"/>
    <w:rPr>
      <w:rFonts w:ascii="Arial" w:hAnsi="Arial" w:cs="Arial"/>
      <w:kern w:val="28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C85E37"/>
    <w:rPr>
      <w:rFonts w:ascii="Arial" w:hAnsi="Arial" w:cs="Arial"/>
      <w:kern w:val="28"/>
      <w:sz w:val="22"/>
      <w:szCs w:val="22"/>
    </w:rPr>
  </w:style>
  <w:style w:type="character" w:customStyle="1" w:styleId="FontStyle17">
    <w:name w:val="Font Style17"/>
    <w:uiPriority w:val="99"/>
    <w:rsid w:val="00C85E37"/>
    <w:rPr>
      <w:rFonts w:ascii="Calibri" w:hAnsi="Calibri" w:cs="Calibri"/>
      <w:color w:val="000000"/>
      <w:sz w:val="20"/>
      <w:szCs w:val="20"/>
    </w:rPr>
  </w:style>
  <w:style w:type="character" w:customStyle="1" w:styleId="FontStyle30">
    <w:name w:val="Font Style30"/>
    <w:uiPriority w:val="99"/>
    <w:rsid w:val="00C85E37"/>
    <w:rPr>
      <w:rFonts w:ascii="Arial" w:hAnsi="Arial" w:cs="Arial"/>
      <w:color w:val="000000"/>
      <w:sz w:val="20"/>
      <w:szCs w:val="20"/>
    </w:rPr>
  </w:style>
  <w:style w:type="paragraph" w:styleId="Listanumerowana">
    <w:name w:val="List Number"/>
    <w:basedOn w:val="Normalny"/>
    <w:rsid w:val="00C85E37"/>
    <w:pPr>
      <w:numPr>
        <w:numId w:val="29"/>
      </w:numPr>
      <w:contextualSpacing/>
    </w:pPr>
  </w:style>
  <w:style w:type="paragraph" w:customStyle="1" w:styleId="Listawypunktowana">
    <w:name w:val="Lista wypunktowana"/>
    <w:basedOn w:val="Akapitzlist"/>
    <w:qFormat/>
    <w:rsid w:val="00C85E37"/>
    <w:pPr>
      <w:numPr>
        <w:numId w:val="30"/>
      </w:numPr>
    </w:pPr>
  </w:style>
  <w:style w:type="character" w:customStyle="1" w:styleId="NagwekZnak">
    <w:name w:val="Nagłówek Znak"/>
    <w:link w:val="Nagwek"/>
    <w:uiPriority w:val="99"/>
    <w:rsid w:val="00C85E37"/>
    <w:rPr>
      <w:rFonts w:ascii="Arial" w:hAnsi="Arial"/>
      <w:sz w:val="22"/>
      <w:szCs w:val="24"/>
      <w:lang w:val="x-none" w:eastAsia="x-none"/>
    </w:rPr>
  </w:style>
  <w:style w:type="paragraph" w:customStyle="1" w:styleId="Nagwek21">
    <w:name w:val="Nagłówek #21"/>
    <w:basedOn w:val="Normalny"/>
    <w:link w:val="Nagwek20"/>
    <w:uiPriority w:val="99"/>
    <w:rsid w:val="00C85E37"/>
    <w:pPr>
      <w:widowControl w:val="0"/>
      <w:shd w:val="clear" w:color="auto" w:fill="FFFFFF"/>
      <w:spacing w:after="240" w:line="240" w:lineRule="atLeast"/>
      <w:ind w:hanging="280"/>
      <w:outlineLvl w:val="1"/>
    </w:pPr>
    <w:rPr>
      <w:rFonts w:cs="Arial"/>
      <w:b/>
      <w:bCs/>
      <w:szCs w:val="22"/>
    </w:rPr>
  </w:style>
  <w:style w:type="character" w:customStyle="1" w:styleId="Nagwek20">
    <w:name w:val="Nagłówek #2_"/>
    <w:link w:val="Nagwek21"/>
    <w:uiPriority w:val="99"/>
    <w:locked/>
    <w:rsid w:val="00C85E37"/>
    <w:rPr>
      <w:rFonts w:ascii="Arial" w:hAnsi="Arial" w:cs="Arial"/>
      <w:b/>
      <w:bCs/>
      <w:sz w:val="22"/>
      <w:szCs w:val="22"/>
      <w:shd w:val="clear" w:color="auto" w:fill="FFFFFF"/>
    </w:rPr>
  </w:style>
  <w:style w:type="character" w:customStyle="1" w:styleId="Nagwek25">
    <w:name w:val="Nagłówek #25"/>
    <w:uiPriority w:val="99"/>
    <w:rsid w:val="00C85E37"/>
    <w:rPr>
      <w:rFonts w:ascii="Arial" w:hAnsi="Arial" w:cs="Arial"/>
      <w:b/>
      <w:bCs/>
      <w:color w:val="000000"/>
      <w:sz w:val="22"/>
      <w:szCs w:val="22"/>
      <w:shd w:val="clear" w:color="auto" w:fill="FFFFFF"/>
    </w:rPr>
  </w:style>
  <w:style w:type="character" w:customStyle="1" w:styleId="Nagwek310pt1">
    <w:name w:val="Nagłówek #3 + 10 pt1"/>
    <w:uiPriority w:val="99"/>
    <w:rsid w:val="00C85E37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C85E37"/>
    <w:pPr>
      <w:widowControl w:val="0"/>
      <w:shd w:val="clear" w:color="auto" w:fill="FFFFFF"/>
      <w:spacing w:before="180" w:after="180" w:line="240" w:lineRule="atLeast"/>
      <w:outlineLvl w:val="2"/>
    </w:pPr>
    <w:rPr>
      <w:rFonts w:cs="Arial"/>
      <w:b/>
      <w:bCs/>
      <w:szCs w:val="22"/>
    </w:rPr>
  </w:style>
  <w:style w:type="character" w:customStyle="1" w:styleId="Nagwek30">
    <w:name w:val="Nagłówek #3_"/>
    <w:link w:val="Nagwek31"/>
    <w:uiPriority w:val="99"/>
    <w:rsid w:val="00C85E37"/>
    <w:rPr>
      <w:rFonts w:ascii="Arial" w:hAnsi="Arial" w:cs="Arial"/>
      <w:b/>
      <w:bCs/>
      <w:sz w:val="22"/>
      <w:szCs w:val="22"/>
      <w:shd w:val="clear" w:color="auto" w:fill="FFFFFF"/>
    </w:rPr>
  </w:style>
  <w:style w:type="character" w:customStyle="1" w:styleId="Nagwek32">
    <w:name w:val="Nagłówek #32"/>
    <w:uiPriority w:val="99"/>
    <w:rsid w:val="00C85E37"/>
    <w:rPr>
      <w:rFonts w:ascii="Arial" w:hAnsi="Arial" w:cs="Arial"/>
      <w:b/>
      <w:bCs/>
      <w:color w:val="046CD7"/>
      <w:sz w:val="22"/>
      <w:szCs w:val="22"/>
      <w:shd w:val="clear" w:color="auto" w:fill="FFFFFF"/>
    </w:rPr>
  </w:style>
  <w:style w:type="paragraph" w:customStyle="1" w:styleId="Podpunkt1">
    <w:name w:val="Podpunkt_1"/>
    <w:basedOn w:val="Akapitzlist"/>
    <w:autoRedefine/>
    <w:qFormat/>
    <w:rsid w:val="00C85E37"/>
    <w:pPr>
      <w:numPr>
        <w:numId w:val="0"/>
      </w:numPr>
      <w:spacing w:before="120"/>
    </w:pPr>
  </w:style>
  <w:style w:type="character" w:customStyle="1" w:styleId="Nagwek3Znak">
    <w:name w:val="Nagłówek 3 Znak"/>
    <w:link w:val="Nagwek3"/>
    <w:rsid w:val="00C85E37"/>
    <w:rPr>
      <w:rFonts w:ascii="Cambria" w:hAnsi="Cambria"/>
      <w:color w:val="243F60"/>
      <w:sz w:val="24"/>
      <w:szCs w:val="24"/>
    </w:rPr>
  </w:style>
  <w:style w:type="paragraph" w:customStyle="1" w:styleId="Nagweklubstopka">
    <w:name w:val="Nagłówek lub stopka"/>
    <w:basedOn w:val="Normalny"/>
    <w:link w:val="Nagweklubstopka0"/>
    <w:uiPriority w:val="99"/>
    <w:rsid w:val="00C85E37"/>
    <w:pPr>
      <w:widowControl w:val="0"/>
      <w:shd w:val="clear" w:color="auto" w:fill="FFFFFF"/>
      <w:jc w:val="left"/>
    </w:pPr>
    <w:rPr>
      <w:rFonts w:ascii="Times New Roman" w:hAnsi="Times New Roman"/>
      <w:sz w:val="20"/>
      <w:szCs w:val="20"/>
    </w:rPr>
  </w:style>
  <w:style w:type="character" w:customStyle="1" w:styleId="Nagweklubstopka0">
    <w:name w:val="Nagłówek lub stopka_"/>
    <w:link w:val="Nagweklubstopka"/>
    <w:uiPriority w:val="99"/>
    <w:rsid w:val="00C85E37"/>
    <w:rPr>
      <w:shd w:val="clear" w:color="auto" w:fill="FFFFFF"/>
    </w:rPr>
  </w:style>
  <w:style w:type="character" w:customStyle="1" w:styleId="NagweklubstopkaArial">
    <w:name w:val="Nagłówek lub stopka + Arial"/>
    <w:uiPriority w:val="99"/>
    <w:rsid w:val="00C85E37"/>
    <w:rPr>
      <w:rFonts w:ascii="Arial" w:hAnsi="Arial" w:cs="Arial"/>
      <w:color w:val="2585B0"/>
      <w:shd w:val="clear" w:color="auto" w:fill="FFFFFF"/>
    </w:rPr>
  </w:style>
  <w:style w:type="character" w:customStyle="1" w:styleId="NagweklubstopkaArial12">
    <w:name w:val="Nagłówek lub stopka + Arial12"/>
    <w:uiPriority w:val="99"/>
    <w:rsid w:val="00C85E37"/>
    <w:rPr>
      <w:rFonts w:ascii="Arial" w:hAnsi="Arial" w:cs="Arial"/>
      <w:color w:val="075094"/>
      <w:shd w:val="clear" w:color="auto" w:fill="FFFFFF"/>
    </w:rPr>
  </w:style>
  <w:style w:type="character" w:customStyle="1" w:styleId="NagweklubstopkaArial13">
    <w:name w:val="Nagłówek lub stopka + Arial13"/>
    <w:uiPriority w:val="99"/>
    <w:rsid w:val="00C85E37"/>
    <w:rPr>
      <w:rFonts w:ascii="Arial" w:hAnsi="Arial" w:cs="Arial"/>
      <w:color w:val="2585B0"/>
      <w:shd w:val="clear" w:color="auto" w:fill="FFFFFF"/>
    </w:rPr>
  </w:style>
  <w:style w:type="character" w:customStyle="1" w:styleId="NagweklubstopkaArial14">
    <w:name w:val="Nagłówek lub stopka + Arial14"/>
    <w:uiPriority w:val="99"/>
    <w:rsid w:val="00C85E37"/>
    <w:rPr>
      <w:rFonts w:ascii="Arial" w:hAnsi="Arial" w:cs="Arial"/>
      <w:color w:val="075094"/>
      <w:shd w:val="clear" w:color="auto" w:fill="FFFFFF"/>
    </w:rPr>
  </w:style>
  <w:style w:type="character" w:customStyle="1" w:styleId="NagweklubstopkaArial15">
    <w:name w:val="Nagłówek lub stopka + Arial15"/>
    <w:uiPriority w:val="99"/>
    <w:rsid w:val="00C85E37"/>
    <w:rPr>
      <w:rFonts w:ascii="Arial" w:hAnsi="Arial" w:cs="Arial"/>
      <w:shd w:val="clear" w:color="auto" w:fill="FFFFFF"/>
    </w:rPr>
  </w:style>
  <w:style w:type="character" w:customStyle="1" w:styleId="NagweklubstopkaArial16">
    <w:name w:val="Nagłówek lub stopka + Arial16"/>
    <w:aliases w:val="10.5 pt,Odstępy 0 pt"/>
    <w:uiPriority w:val="99"/>
    <w:rsid w:val="00C85E37"/>
    <w:rPr>
      <w:rFonts w:ascii="Arial" w:hAnsi="Arial" w:cs="Arial"/>
      <w:color w:val="2585B0"/>
      <w:spacing w:val="-10"/>
      <w:sz w:val="21"/>
      <w:szCs w:val="21"/>
      <w:shd w:val="clear" w:color="auto" w:fill="FFFFFF"/>
    </w:rPr>
  </w:style>
  <w:style w:type="paragraph" w:styleId="NormalnyWeb">
    <w:name w:val="Normal (Web)"/>
    <w:basedOn w:val="Normalny"/>
    <w:uiPriority w:val="99"/>
    <w:unhideWhenUsed/>
    <w:rsid w:val="00C85E37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OPIS">
    <w:name w:val="OPIS"/>
    <w:basedOn w:val="Normalny"/>
    <w:rsid w:val="00C85E37"/>
    <w:pPr>
      <w:tabs>
        <w:tab w:val="left" w:pos="1134"/>
      </w:tabs>
      <w:spacing w:line="360" w:lineRule="auto"/>
    </w:pPr>
    <w:rPr>
      <w:sz w:val="20"/>
    </w:rPr>
  </w:style>
  <w:style w:type="paragraph" w:customStyle="1" w:styleId="Plandokumentu">
    <w:name w:val="Plan dokumentu"/>
    <w:basedOn w:val="Normalny"/>
    <w:link w:val="PlandokumentuZnak"/>
    <w:rsid w:val="00C85E3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C85E37"/>
    <w:rPr>
      <w:rFonts w:ascii="Tahoma" w:hAnsi="Tahoma" w:cs="Tahoma"/>
      <w:sz w:val="16"/>
      <w:szCs w:val="16"/>
    </w:rPr>
  </w:style>
  <w:style w:type="paragraph" w:customStyle="1" w:styleId="Podpunkt2">
    <w:name w:val="Podpunkt_2"/>
    <w:basedOn w:val="Podpunkt1"/>
    <w:qFormat/>
    <w:rsid w:val="00C85E37"/>
    <w:pPr>
      <w:numPr>
        <w:ilvl w:val="2"/>
      </w:numPr>
    </w:pPr>
  </w:style>
  <w:style w:type="paragraph" w:customStyle="1" w:styleId="Style7">
    <w:name w:val="Style7"/>
    <w:basedOn w:val="Normalny"/>
    <w:uiPriority w:val="99"/>
    <w:rsid w:val="00C85E37"/>
    <w:pPr>
      <w:widowControl w:val="0"/>
      <w:autoSpaceDE w:val="0"/>
      <w:autoSpaceDN w:val="0"/>
      <w:adjustRightInd w:val="0"/>
      <w:spacing w:line="269" w:lineRule="exact"/>
      <w:ind w:hanging="355"/>
      <w:jc w:val="left"/>
    </w:pPr>
    <w:rPr>
      <w:rFonts w:ascii="Calibri" w:hAnsi="Calibri"/>
      <w:sz w:val="24"/>
    </w:rPr>
  </w:style>
  <w:style w:type="paragraph" w:customStyle="1" w:styleId="Style9">
    <w:name w:val="Style9"/>
    <w:basedOn w:val="Normalny"/>
    <w:uiPriority w:val="99"/>
    <w:rsid w:val="00C85E37"/>
    <w:pPr>
      <w:widowControl w:val="0"/>
      <w:autoSpaceDE w:val="0"/>
      <w:autoSpaceDN w:val="0"/>
      <w:adjustRightInd w:val="0"/>
      <w:spacing w:line="269" w:lineRule="exact"/>
      <w:ind w:hanging="350"/>
      <w:jc w:val="left"/>
    </w:pPr>
    <w:rPr>
      <w:rFonts w:ascii="Calibri" w:hAnsi="Calibri"/>
      <w:sz w:val="24"/>
    </w:rPr>
  </w:style>
  <w:style w:type="character" w:customStyle="1" w:styleId="TekstprzypisukocowegoZnak">
    <w:name w:val="Tekst przypisu końcowego Znak"/>
    <w:link w:val="Tekstprzypisukocowego"/>
    <w:rsid w:val="00C85E37"/>
    <w:rPr>
      <w:rFonts w:ascii="Arial" w:hAnsi="Arial"/>
    </w:rPr>
  </w:style>
  <w:style w:type="character" w:customStyle="1" w:styleId="Teksttreci8Pogrubienie1">
    <w:name w:val="Tekst treści (8) + Pogrubienie1"/>
    <w:uiPriority w:val="99"/>
    <w:rsid w:val="00C85E37"/>
    <w:rPr>
      <w:rFonts w:ascii="Arial" w:hAnsi="Arial" w:cs="Arial"/>
      <w:b/>
      <w:bCs/>
      <w:shd w:val="clear" w:color="auto" w:fill="FFFFFF"/>
    </w:rPr>
  </w:style>
  <w:style w:type="character" w:customStyle="1" w:styleId="Teksttreci8Pogrubienie7">
    <w:name w:val="Tekst treści (8) + Pogrubienie7"/>
    <w:uiPriority w:val="99"/>
    <w:rsid w:val="00C85E37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C85E37"/>
    <w:pPr>
      <w:widowControl w:val="0"/>
      <w:shd w:val="clear" w:color="auto" w:fill="FFFFFF"/>
      <w:spacing w:before="240" w:after="60" w:line="302" w:lineRule="exact"/>
      <w:ind w:hanging="1680"/>
    </w:pPr>
    <w:rPr>
      <w:rFonts w:cs="Arial"/>
      <w:sz w:val="20"/>
      <w:szCs w:val="20"/>
    </w:rPr>
  </w:style>
  <w:style w:type="character" w:customStyle="1" w:styleId="Teksttreci8">
    <w:name w:val="Tekst treści (8)_"/>
    <w:link w:val="Teksttreci81"/>
    <w:uiPriority w:val="99"/>
    <w:rsid w:val="00C85E37"/>
    <w:rPr>
      <w:rFonts w:ascii="Arial" w:hAnsi="Arial" w:cs="Arial"/>
      <w:shd w:val="clear" w:color="auto" w:fill="FFFFFF"/>
    </w:rPr>
  </w:style>
  <w:style w:type="paragraph" w:customStyle="1" w:styleId="Teksttreci91">
    <w:name w:val="Tekst treści (9)1"/>
    <w:basedOn w:val="Normalny"/>
    <w:link w:val="Teksttreci9"/>
    <w:uiPriority w:val="99"/>
    <w:rsid w:val="00C85E37"/>
    <w:pPr>
      <w:widowControl w:val="0"/>
      <w:shd w:val="clear" w:color="auto" w:fill="FFFFFF"/>
      <w:spacing w:after="420" w:line="240" w:lineRule="atLeast"/>
      <w:jc w:val="right"/>
    </w:pPr>
    <w:rPr>
      <w:rFonts w:cs="Arial"/>
      <w:b/>
      <w:bCs/>
      <w:sz w:val="20"/>
      <w:szCs w:val="20"/>
    </w:rPr>
  </w:style>
  <w:style w:type="character" w:customStyle="1" w:styleId="Teksttreci9">
    <w:name w:val="Tekst treści (9)_"/>
    <w:link w:val="Teksttreci91"/>
    <w:uiPriority w:val="99"/>
    <w:rsid w:val="00C85E37"/>
    <w:rPr>
      <w:rFonts w:ascii="Arial" w:hAnsi="Arial" w:cs="Arial"/>
      <w:b/>
      <w:bCs/>
      <w:shd w:val="clear" w:color="auto" w:fill="FFFFFF"/>
    </w:rPr>
  </w:style>
  <w:style w:type="character" w:customStyle="1" w:styleId="Teksttreci95">
    <w:name w:val="Tekst treści (9)5"/>
    <w:uiPriority w:val="99"/>
    <w:rsid w:val="00C85E37"/>
    <w:rPr>
      <w:rFonts w:ascii="Arial" w:hAnsi="Arial" w:cs="Arial"/>
      <w:b/>
      <w:bCs/>
      <w:color w:val="075094"/>
      <w:shd w:val="clear" w:color="auto" w:fill="FFFFFF"/>
    </w:rPr>
  </w:style>
  <w:style w:type="character" w:customStyle="1" w:styleId="Teksttreci96">
    <w:name w:val="Tekst treści (9)6"/>
    <w:uiPriority w:val="99"/>
    <w:rsid w:val="00C85E37"/>
    <w:rPr>
      <w:rFonts w:ascii="Arial" w:hAnsi="Arial" w:cs="Arial"/>
      <w:b/>
      <w:bCs/>
      <w:color w:val="075094"/>
      <w:shd w:val="clear" w:color="auto" w:fill="FFFFFF"/>
    </w:rPr>
  </w:style>
  <w:style w:type="character" w:customStyle="1" w:styleId="TeksttreciKursywa2">
    <w:name w:val="Tekst treści + Kursywa2"/>
    <w:uiPriority w:val="99"/>
    <w:rsid w:val="00C85E37"/>
    <w:rPr>
      <w:rFonts w:ascii="Arial" w:hAnsi="Arial" w:cs="Arial"/>
      <w:i/>
      <w:iCs/>
      <w:sz w:val="18"/>
      <w:szCs w:val="18"/>
      <w:u w:val="none"/>
      <w:shd w:val="clear" w:color="auto" w:fill="FFFFFF"/>
    </w:rPr>
  </w:style>
  <w:style w:type="character" w:customStyle="1" w:styleId="TeksttreciPogrubienie2">
    <w:name w:val="Tekst treści + Pogrubienie2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26">
    <w:name w:val="Tekst treści + Pogrubienie26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28">
    <w:name w:val="Tekst treści + Pogrubienie28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29">
    <w:name w:val="Tekst treści + Pogrubienie29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3">
    <w:name w:val="Tekst treści + Pogrubienie33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4">
    <w:name w:val="Tekst treści + Pogrubienie34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5">
    <w:name w:val="Tekst treści + Pogrubienie35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6">
    <w:name w:val="Tekst treści + Pogrubienie36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39">
    <w:name w:val="Tekst treści + Pogrubienie39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">
    <w:name w:val="Tekst treści + Pogrubienie4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3">
    <w:name w:val="Tekst treści + Pogrubienie43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5">
    <w:name w:val="Tekst treści + Pogrubienie45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48">
    <w:name w:val="Tekst treści + Pogrubienie48"/>
    <w:uiPriority w:val="99"/>
    <w:rsid w:val="00C85E37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TeksttreciPogrubienie57">
    <w:name w:val="Tekst treści + Pogrubienie57"/>
    <w:uiPriority w:val="99"/>
    <w:rsid w:val="00C85E37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Pogrubienie58">
    <w:name w:val="Tekst treści + Pogrubienie58"/>
    <w:uiPriority w:val="99"/>
    <w:rsid w:val="00C85E37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Pogrubienie59">
    <w:name w:val="Tekst treści + Pogrubienie59"/>
    <w:uiPriority w:val="99"/>
    <w:rsid w:val="00C85E37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85E37"/>
    <w:pPr>
      <w:widowControl w:val="0"/>
      <w:shd w:val="clear" w:color="auto" w:fill="FFFFFF"/>
      <w:spacing w:before="240" w:after="240" w:line="240" w:lineRule="atLeast"/>
      <w:ind w:hanging="1680"/>
    </w:pPr>
    <w:rPr>
      <w:rFonts w:cs="Arial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C85E37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6">
    <w:name w:val="Tekst treści16"/>
    <w:uiPriority w:val="99"/>
    <w:rsid w:val="00C85E37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Teksttreci22">
    <w:name w:val="Tekst treści22"/>
    <w:uiPriority w:val="99"/>
    <w:rsid w:val="00C85E37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C85E37"/>
  </w:style>
  <w:style w:type="character" w:customStyle="1" w:styleId="Teksttreci40">
    <w:name w:val="Tekst treści4"/>
    <w:uiPriority w:val="99"/>
    <w:rsid w:val="00C85E37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Teksttreci5">
    <w:name w:val="Tekst treści5"/>
    <w:uiPriority w:val="99"/>
    <w:rsid w:val="00C85E37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price-excluding-tax">
    <w:name w:val="price-excluding-tax"/>
    <w:basedOn w:val="Domylnaczcionkaakapitu"/>
    <w:rsid w:val="005641F0"/>
  </w:style>
  <w:style w:type="character" w:customStyle="1" w:styleId="label">
    <w:name w:val="label"/>
    <w:basedOn w:val="Domylnaczcionkaakapitu"/>
    <w:rsid w:val="005641F0"/>
  </w:style>
  <w:style w:type="character" w:customStyle="1" w:styleId="price">
    <w:name w:val="price"/>
    <w:basedOn w:val="Domylnaczcionkaakapitu"/>
    <w:rsid w:val="005641F0"/>
  </w:style>
  <w:style w:type="character" w:customStyle="1" w:styleId="price-including-tax">
    <w:name w:val="price-including-tax"/>
    <w:basedOn w:val="Domylnaczcionkaakapitu"/>
    <w:rsid w:val="00564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6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83051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77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2217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18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7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8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262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96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67632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65533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40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14452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6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60878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0770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23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369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2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7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5100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17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54687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047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6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7301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47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45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74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8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33084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39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92011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9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42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67105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31623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2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9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40784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44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38212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7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4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63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43694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80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7185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5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24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5184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8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37693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55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7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8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6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1345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98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6822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6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1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2404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06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17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0826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51404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9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5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1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8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4C6C8"/>
                            <w:left w:val="single" w:sz="6" w:space="0" w:color="C4C6C8"/>
                            <w:bottom w:val="single" w:sz="6" w:space="0" w:color="C4C6C8"/>
                            <w:right w:val="single" w:sz="6" w:space="0" w:color="C4C6C8"/>
                          </w:divBdr>
                          <w:divsChild>
                            <w:div w:id="1782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82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1341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679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boczy\Szablony\OpisE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015C7FEDEF954B862657EEBA60ECF5" ma:contentTypeVersion="18" ma:contentTypeDescription="Utwórz nowy dokument." ma:contentTypeScope="" ma:versionID="76b34d9f28fa2cae52469536453576ba">
  <xsd:schema xmlns:xsd="http://www.w3.org/2001/XMLSchema" xmlns:xs="http://www.w3.org/2001/XMLSchema" xmlns:p="http://schemas.microsoft.com/office/2006/metadata/properties" xmlns:ns2="29472f7f-15f1-4894-bcc6-04592d29aad8" xmlns:ns3="ae4e10d1-095a-4a57-9349-3649f5722f7d" targetNamespace="http://schemas.microsoft.com/office/2006/metadata/properties" ma:root="true" ma:fieldsID="0350f79c5fce71954411882ec5343d67" ns2:_="" ns3:_="">
    <xsd:import namespace="29472f7f-15f1-4894-bcc6-04592d29aad8"/>
    <xsd:import namespace="ae4e10d1-095a-4a57-9349-3649f5722f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Statu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72f7f-15f1-4894-bcc6-04592d29a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" ma:default="Aktualna" ma:format="Dropdown" ma:internalName="Status">
      <xsd:simpleType>
        <xsd:restriction base="dms:Choice">
          <xsd:enumeration value="Aktualna"/>
          <xsd:enumeration value="Wycofana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e10d1-095a-4a57-9349-3649f5722f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b7fd16-2794-4b0e-8f0b-e55886a42470}" ma:internalName="TaxCatchAll" ma:showField="CatchAllData" ma:web="ae4e10d1-095a-4a57-9349-3649f5722f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9472f7f-15f1-4894-bcc6-04592d29aad8">Aktualna</Status>
    <lcf76f155ced4ddcb4097134ff3c332f xmlns="29472f7f-15f1-4894-bcc6-04592d29aad8">
      <Terms xmlns="http://schemas.microsoft.com/office/infopath/2007/PartnerControls"/>
    </lcf76f155ced4ddcb4097134ff3c332f>
    <TaxCatchAll xmlns="ae4e10d1-095a-4a57-9349-3649f5722f7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E24527-B031-4A28-87D7-74CF320C2E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B56FF2-B120-4E39-8A04-58993AE02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72f7f-15f1-4894-bcc6-04592d29aad8"/>
    <ds:schemaRef ds:uri="ae4e10d1-095a-4a57-9349-3649f5722f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35D27B-D4EA-4C9B-90DC-E4FE56958D8D}">
  <ds:schemaRefs>
    <ds:schemaRef ds:uri="29472f7f-15f1-4894-bcc6-04592d29aad8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ae4e10d1-095a-4a57-9349-3649f5722f7d"/>
  </ds:schemaRefs>
</ds:datastoreItem>
</file>

<file path=customXml/itemProps4.xml><?xml version="1.0" encoding="utf-8"?>
<ds:datastoreItem xmlns:ds="http://schemas.openxmlformats.org/officeDocument/2006/customXml" ds:itemID="{D08AFDD4-6047-4552-A3AB-40ECF1F7EF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OpisEW</Template>
  <TotalTime>5</TotalTime>
  <Pages>2</Pages>
  <Words>348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>"Elektroprojekt Wrocław" S.A.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subject>Szablon</dc:subject>
  <dc:creator>Scelina</dc:creator>
  <cp:keywords/>
  <dc:description/>
  <cp:lastModifiedBy>Półchłopek Ewa (TD OWR)</cp:lastModifiedBy>
  <cp:revision>7</cp:revision>
  <cp:lastPrinted>2013-12-04T10:03:00Z</cp:lastPrinted>
  <dcterms:created xsi:type="dcterms:W3CDTF">2022-05-15T15:18:00Z</dcterms:created>
  <dcterms:modified xsi:type="dcterms:W3CDTF">2025-11-28T08:37:00Z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0x0101004C015C7FEDEF954B862657EEBA60ECF5</vt:lpwstr>
  </property>
</Properties>
</file>